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0B9" w:rsidRPr="002B2C41" w:rsidRDefault="000B40B9" w:rsidP="009E2FAC"/>
    <w:p w:rsidR="000B40B9" w:rsidRPr="002B2C41" w:rsidRDefault="000B40B9" w:rsidP="009E2FAC">
      <w:pPr>
        <w:pBdr>
          <w:top w:val="single" w:sz="6" w:space="1" w:color="auto"/>
        </w:pBdr>
        <w:spacing w:line="240" w:lineRule="auto"/>
      </w:pPr>
    </w:p>
    <w:p w:rsidR="000B40B9" w:rsidRDefault="000B40B9" w:rsidP="00FE12F8">
      <w:pPr>
        <w:pStyle w:val="12"/>
      </w:pPr>
    </w:p>
    <w:p w:rsidR="000B40B9" w:rsidRPr="00CA0E7B" w:rsidRDefault="000B40B9" w:rsidP="009E2FAC"/>
    <w:p w:rsidR="000B40B9" w:rsidRPr="002B2C41" w:rsidRDefault="000B40B9" w:rsidP="009E2FAC">
      <w:pPr>
        <w:pBdr>
          <w:top w:val="single" w:sz="6" w:space="1" w:color="auto"/>
        </w:pBdr>
        <w:spacing w:line="240" w:lineRule="auto"/>
      </w:pPr>
    </w:p>
    <w:p w:rsidR="000B40B9" w:rsidRDefault="000B40B9" w:rsidP="009E2FAC">
      <w:pPr>
        <w:pStyle w:val="normal-single"/>
      </w:pPr>
      <w:r w:rsidRPr="00CA0E7B">
        <w:t>NAZWA ZAMIERZENIA BUDOWLANEGO:</w:t>
      </w:r>
    </w:p>
    <w:p w:rsidR="000B40B9" w:rsidRPr="00CA0E7B" w:rsidRDefault="000B40B9" w:rsidP="009E2FAC">
      <w:pPr>
        <w:pStyle w:val="normal-single"/>
      </w:pPr>
    </w:p>
    <w:p w:rsidR="000B40B9" w:rsidRPr="00FF7948" w:rsidRDefault="000B40B9" w:rsidP="00FF7948">
      <w:pPr>
        <w:spacing w:line="240" w:lineRule="auto"/>
        <w:rPr>
          <w:b/>
          <w:bCs/>
        </w:rPr>
      </w:pPr>
      <w:r w:rsidRPr="00FF7948">
        <w:rPr>
          <w:b/>
          <w:bCs/>
        </w:rPr>
        <w:t>PRZYSTOSOWANIE PAWILONU D8 DO AKTUALNYCH PRZEPISÓW PRZECIWPOŻAROWYCH</w:t>
      </w:r>
    </w:p>
    <w:p w:rsidR="000B40B9" w:rsidRPr="00E5216C" w:rsidRDefault="000B40B9" w:rsidP="009E2FAC">
      <w:pPr>
        <w:pStyle w:val="normal-single"/>
        <w:rPr>
          <w:highlight w:val="lightGray"/>
        </w:rPr>
      </w:pPr>
    </w:p>
    <w:p w:rsidR="000B40B9" w:rsidRPr="00E5216C" w:rsidRDefault="000B40B9" w:rsidP="009E2FAC">
      <w:pPr>
        <w:pBdr>
          <w:top w:val="single" w:sz="6" w:space="1" w:color="auto"/>
        </w:pBdr>
        <w:spacing w:line="240" w:lineRule="auto"/>
        <w:rPr>
          <w:highlight w:val="lightGray"/>
        </w:rPr>
      </w:pPr>
    </w:p>
    <w:p w:rsidR="000B40B9" w:rsidRDefault="000B40B9" w:rsidP="00514E49">
      <w:pPr>
        <w:pStyle w:val="normal-single"/>
      </w:pPr>
      <w:r>
        <w:t>INSTALACJA WENTYLACJI MECHANICZNEJ, INSTALACJA WODOCIĄGOWA PRZECIWPOŻAROWA</w:t>
      </w:r>
    </w:p>
    <w:p w:rsidR="000B40B9" w:rsidRPr="00E5216C" w:rsidRDefault="000B40B9" w:rsidP="009E2FAC">
      <w:pPr>
        <w:pStyle w:val="normal-single"/>
        <w:rPr>
          <w:highlight w:val="lightGray"/>
        </w:rPr>
      </w:pPr>
    </w:p>
    <w:p w:rsidR="000B40B9" w:rsidRPr="00E5216C" w:rsidRDefault="000B40B9" w:rsidP="009E2FAC">
      <w:pPr>
        <w:pBdr>
          <w:top w:val="single" w:sz="6" w:space="1" w:color="auto"/>
        </w:pBdr>
        <w:spacing w:line="240" w:lineRule="auto"/>
        <w:rPr>
          <w:highlight w:val="lightGray"/>
        </w:rPr>
      </w:pPr>
    </w:p>
    <w:p w:rsidR="000B40B9" w:rsidRDefault="000B40B9" w:rsidP="009E2FAC">
      <w:pPr>
        <w:rPr>
          <w:highlight w:val="yellow"/>
        </w:rPr>
      </w:pPr>
    </w:p>
    <w:p w:rsidR="000B40B9" w:rsidRDefault="000B40B9" w:rsidP="009E2FAC">
      <w:pPr>
        <w:rPr>
          <w:highlight w:val="yellow"/>
        </w:rPr>
      </w:pPr>
    </w:p>
    <w:p w:rsidR="000B40B9" w:rsidRDefault="000B40B9" w:rsidP="009E2FAC">
      <w:pPr>
        <w:rPr>
          <w:highlight w:val="yellow"/>
        </w:rPr>
      </w:pPr>
    </w:p>
    <w:p w:rsidR="000B40B9" w:rsidRDefault="000B40B9" w:rsidP="009E2FAC">
      <w:pPr>
        <w:rPr>
          <w:highlight w:val="yellow"/>
        </w:rPr>
      </w:pPr>
    </w:p>
    <w:p w:rsidR="000B40B9" w:rsidRDefault="000B40B9" w:rsidP="009E2FAC">
      <w:pPr>
        <w:rPr>
          <w:highlight w:val="yellow"/>
        </w:rPr>
      </w:pPr>
    </w:p>
    <w:p w:rsidR="000B40B9" w:rsidRDefault="000B40B9" w:rsidP="009E2FAC">
      <w:pPr>
        <w:rPr>
          <w:highlight w:val="yellow"/>
        </w:rPr>
      </w:pPr>
    </w:p>
    <w:p w:rsidR="000B40B9" w:rsidRDefault="000B40B9" w:rsidP="009E2FAC">
      <w:pPr>
        <w:rPr>
          <w:highlight w:val="yellow"/>
        </w:rPr>
      </w:pPr>
    </w:p>
    <w:p w:rsidR="000B40B9" w:rsidRDefault="000B40B9" w:rsidP="009E2FAC">
      <w:pPr>
        <w:rPr>
          <w:highlight w:val="yellow"/>
        </w:rPr>
      </w:pPr>
    </w:p>
    <w:p w:rsidR="000B40B9" w:rsidRDefault="000B40B9" w:rsidP="009E2FAC">
      <w:pPr>
        <w:rPr>
          <w:highlight w:val="yellow"/>
        </w:rPr>
      </w:pPr>
    </w:p>
    <w:p w:rsidR="000B40B9" w:rsidRDefault="000B40B9" w:rsidP="009E2FAC">
      <w:pPr>
        <w:rPr>
          <w:highlight w:val="yellow"/>
        </w:rPr>
      </w:pPr>
    </w:p>
    <w:p w:rsidR="000B40B9" w:rsidRDefault="000B40B9" w:rsidP="009E2FAC">
      <w:pPr>
        <w:rPr>
          <w:highlight w:val="yellow"/>
        </w:rPr>
      </w:pPr>
    </w:p>
    <w:p w:rsidR="000B40B9" w:rsidRPr="00E5216C" w:rsidRDefault="000B40B9" w:rsidP="009E2FAC">
      <w:pPr>
        <w:rPr>
          <w:highlight w:val="lightGray"/>
        </w:rPr>
      </w:pPr>
    </w:p>
    <w:p w:rsidR="000B40B9" w:rsidRPr="00E5216C" w:rsidRDefault="000B40B9" w:rsidP="009E2FAC">
      <w:pPr>
        <w:pStyle w:val="kreska"/>
        <w:rPr>
          <w:highlight w:val="lightGray"/>
        </w:rPr>
      </w:pPr>
    </w:p>
    <w:p w:rsidR="000B40B9" w:rsidRPr="00680C50" w:rsidRDefault="000B40B9" w:rsidP="009E2FAC">
      <w:pPr>
        <w:pStyle w:val="tabelkatyt"/>
      </w:pPr>
      <w:r w:rsidRPr="00680C50">
        <w:t>OBIEKT:</w:t>
      </w:r>
      <w:r w:rsidRPr="00680C50">
        <w:tab/>
      </w:r>
      <w:r w:rsidRPr="00680C50">
        <w:tab/>
      </w:r>
      <w:r>
        <w:t>PAWILON D8 AGH</w:t>
      </w:r>
    </w:p>
    <w:p w:rsidR="000B40B9" w:rsidRPr="00680C50" w:rsidRDefault="000B40B9" w:rsidP="009E2FAC">
      <w:pPr>
        <w:pStyle w:val="tabelkatyt"/>
      </w:pPr>
      <w:r w:rsidRPr="00680C50">
        <w:t>ADRES:</w:t>
      </w:r>
      <w:r w:rsidRPr="00680C50">
        <w:tab/>
      </w:r>
      <w:r w:rsidRPr="00680C50">
        <w:tab/>
      </w:r>
      <w:r>
        <w:t>UL. REYMONTA 23  KRAKÓW</w:t>
      </w:r>
    </w:p>
    <w:p w:rsidR="000B40B9" w:rsidRPr="00CA0E7B" w:rsidRDefault="000B40B9" w:rsidP="009E2FAC">
      <w:pPr>
        <w:pStyle w:val="tabelkatyt"/>
      </w:pPr>
      <w:r w:rsidRPr="00680C50">
        <w:tab/>
      </w:r>
      <w:r w:rsidRPr="00680C50">
        <w:tab/>
      </w:r>
      <w:r>
        <w:t>DZIAŁKA:</w:t>
      </w:r>
      <w:r w:rsidRPr="00FF7948">
        <w:t xml:space="preserve"> </w:t>
      </w:r>
      <w:r>
        <w:t>699/6</w:t>
      </w:r>
      <w:r w:rsidRPr="00CA0E7B">
        <w:t>;</w:t>
      </w:r>
      <w:r w:rsidRPr="00C15012">
        <w:t xml:space="preserve"> </w:t>
      </w:r>
      <w:r>
        <w:t>OBR. 4 KROWODRZA</w:t>
      </w:r>
    </w:p>
    <w:p w:rsidR="000B40B9" w:rsidRPr="00680C50" w:rsidRDefault="000B40B9" w:rsidP="009E2FAC">
      <w:pPr>
        <w:pStyle w:val="tabelkatyt"/>
      </w:pPr>
      <w:r w:rsidRPr="00CA0E7B">
        <w:tab/>
      </w:r>
      <w:r w:rsidRPr="00CA0E7B">
        <w:tab/>
      </w:r>
      <w:r>
        <w:t xml:space="preserve"> </w:t>
      </w:r>
    </w:p>
    <w:p w:rsidR="000B40B9" w:rsidRPr="003E719C" w:rsidRDefault="000B40B9" w:rsidP="009E2FAC">
      <w:pPr>
        <w:pStyle w:val="tabelkatyt"/>
      </w:pPr>
      <w:r w:rsidRPr="00680C50">
        <w:t>INWESTOR:</w:t>
      </w:r>
      <w:r w:rsidRPr="00680C50">
        <w:tab/>
      </w:r>
      <w:r w:rsidRPr="00680C50">
        <w:tab/>
      </w:r>
      <w:r>
        <w:t>AKADEMIA GÓRNICZO-HUTNICZA</w:t>
      </w:r>
    </w:p>
    <w:p w:rsidR="000B40B9" w:rsidRPr="003E719C" w:rsidRDefault="000B40B9" w:rsidP="009E2FAC">
      <w:pPr>
        <w:pStyle w:val="tabelkatyt"/>
      </w:pPr>
      <w:r w:rsidRPr="00680C50">
        <w:t>ADRES:</w:t>
      </w:r>
      <w:r w:rsidRPr="00680C50">
        <w:tab/>
      </w:r>
      <w:r w:rsidRPr="00680C50">
        <w:tab/>
      </w:r>
      <w:r>
        <w:t>AL. MICKIEWICZA 30; KRAKÓW</w:t>
      </w:r>
    </w:p>
    <w:p w:rsidR="000B40B9" w:rsidRPr="00E5216C" w:rsidRDefault="000B40B9" w:rsidP="009E2FAC">
      <w:pPr>
        <w:rPr>
          <w:highlight w:val="lightGray"/>
        </w:rPr>
      </w:pPr>
    </w:p>
    <w:p w:rsidR="000B40B9" w:rsidRDefault="000B40B9" w:rsidP="009E2FAC">
      <w:pPr>
        <w:pStyle w:val="kreska"/>
        <w:rPr>
          <w:highlight w:val="yellow"/>
        </w:rPr>
      </w:pPr>
    </w:p>
    <w:p w:rsidR="000B40B9" w:rsidRDefault="000B40B9" w:rsidP="009E2FAC">
      <w:pPr>
        <w:pStyle w:val="tabelkatyt"/>
      </w:pPr>
      <w:r>
        <w:t>PROJEKTANT:</w:t>
      </w:r>
      <w:r>
        <w:tab/>
      </w:r>
      <w:r>
        <w:tab/>
        <w:t xml:space="preserve">MGR INŻ. LESZEK CHMIELEWSKI </w:t>
      </w:r>
    </w:p>
    <w:p w:rsidR="000B40B9" w:rsidRDefault="000B40B9" w:rsidP="009E2FAC">
      <w:pPr>
        <w:pStyle w:val="tabelkatyt"/>
      </w:pPr>
      <w:r>
        <w:t>UPRAWNIENIA:</w:t>
      </w:r>
      <w:r>
        <w:tab/>
      </w:r>
      <w:r>
        <w:tab/>
        <w:t>Upr. 95/2001</w:t>
      </w:r>
    </w:p>
    <w:p w:rsidR="000B40B9" w:rsidRPr="00FF7948" w:rsidRDefault="000B40B9" w:rsidP="009E2FAC">
      <w:pPr>
        <w:pStyle w:val="tabelkatyt"/>
      </w:pPr>
      <w:r>
        <w:t>SPRAWDZAJĄCY:</w:t>
      </w:r>
      <w:r>
        <w:tab/>
      </w:r>
      <w:r>
        <w:tab/>
        <w:t xml:space="preserve">MGR INŻ. </w:t>
      </w:r>
      <w:r w:rsidRPr="00FF7948">
        <w:t>MAREK KULESZA</w:t>
      </w:r>
    </w:p>
    <w:p w:rsidR="000B40B9" w:rsidRPr="00FF7948" w:rsidRDefault="000B40B9" w:rsidP="009E2FAC">
      <w:pPr>
        <w:pStyle w:val="tabelkatyt"/>
      </w:pPr>
      <w:r w:rsidRPr="00FF7948">
        <w:t>UPRAWNIENIA:</w:t>
      </w:r>
      <w:r w:rsidRPr="00FF7948">
        <w:tab/>
      </w:r>
      <w:r w:rsidRPr="00FF7948">
        <w:tab/>
        <w:t>Upr. MAP/0218/POOS/09</w:t>
      </w:r>
    </w:p>
    <w:p w:rsidR="000B40B9" w:rsidRPr="00FF7948" w:rsidRDefault="000B40B9" w:rsidP="009E2FAC">
      <w:pPr>
        <w:pStyle w:val="tabelkatyt"/>
        <w:tabs>
          <w:tab w:val="right" w:pos="9213"/>
        </w:tabs>
      </w:pPr>
      <w:r w:rsidRPr="00FF7948">
        <w:t>STADIUM:</w:t>
      </w:r>
      <w:r w:rsidRPr="00FF7948">
        <w:tab/>
      </w:r>
      <w:r w:rsidRPr="00FF7948">
        <w:tab/>
        <w:t>PROJEKT BUDOWLANY</w:t>
      </w:r>
    </w:p>
    <w:p w:rsidR="000B40B9" w:rsidRPr="00680C50" w:rsidRDefault="000B40B9" w:rsidP="009E2FAC">
      <w:pPr>
        <w:pStyle w:val="tabelkatyt"/>
        <w:tabs>
          <w:tab w:val="right" w:pos="9213"/>
        </w:tabs>
      </w:pPr>
      <w:r w:rsidRPr="00680C50">
        <w:tab/>
      </w:r>
      <w:r w:rsidRPr="00680C50">
        <w:tab/>
      </w:r>
      <w:r>
        <w:t>SANITARNA</w:t>
      </w:r>
    </w:p>
    <w:p w:rsidR="000B40B9" w:rsidRDefault="000B40B9" w:rsidP="009E2FAC"/>
    <w:p w:rsidR="000B40B9" w:rsidRDefault="000B40B9" w:rsidP="009E2FAC">
      <w:pPr>
        <w:pStyle w:val="kreska"/>
        <w:rPr>
          <w:highlight w:val="yellow"/>
        </w:rPr>
      </w:pPr>
    </w:p>
    <w:p w:rsidR="000B40B9" w:rsidRDefault="000B40B9" w:rsidP="009E2FAC">
      <w:pPr>
        <w:pStyle w:val="karta1"/>
      </w:pPr>
      <w:r>
        <w:t>PRAWA AUTORSKIE DO PROJEKTU ZASTRZEŻONE</w:t>
      </w:r>
    </w:p>
    <w:p w:rsidR="000B40B9" w:rsidRDefault="000B40B9" w:rsidP="009E2FAC">
      <w:pPr>
        <w:pStyle w:val="karta1"/>
      </w:pPr>
      <w:r>
        <w:t>KRAKÓW, GRUDZIEŃ 2014</w:t>
      </w:r>
    </w:p>
    <w:p w:rsidR="000B40B9" w:rsidRDefault="000B40B9" w:rsidP="009E2FAC">
      <w:pPr>
        <w:pStyle w:val="karta1"/>
      </w:pPr>
    </w:p>
    <w:p w:rsidR="000B40B9" w:rsidRDefault="000B40B9" w:rsidP="009E2FAC">
      <w:pPr>
        <w:pStyle w:val="karta1"/>
      </w:pPr>
    </w:p>
    <w:p w:rsidR="000B40B9" w:rsidRDefault="000B40B9" w:rsidP="009E2FAC">
      <w:pPr>
        <w:pStyle w:val="karta1"/>
      </w:pPr>
    </w:p>
    <w:p w:rsidR="000B40B9" w:rsidRDefault="000B40B9" w:rsidP="009E2FAC">
      <w:pPr>
        <w:pStyle w:val="karta1"/>
      </w:pPr>
    </w:p>
    <w:p w:rsidR="000B40B9" w:rsidRDefault="000B40B9" w:rsidP="009E2FAC">
      <w:pPr>
        <w:pStyle w:val="karta1"/>
      </w:pPr>
    </w:p>
    <w:sectPr w:rsidR="000B40B9" w:rsidSect="007F64B9">
      <w:footerReference w:type="default" r:id="rId7"/>
      <w:headerReference w:type="first" r:id="rId8"/>
      <w:footerReference w:type="first" r:id="rId9"/>
      <w:pgSz w:w="11906" w:h="16838" w:code="9"/>
      <w:pgMar w:top="1418" w:right="1133" w:bottom="1276" w:left="1559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0B9" w:rsidRDefault="000B40B9">
      <w:r>
        <w:separator/>
      </w:r>
    </w:p>
    <w:p w:rsidR="000B40B9" w:rsidRDefault="000B40B9"/>
    <w:p w:rsidR="000B40B9" w:rsidRDefault="000B40B9"/>
  </w:endnote>
  <w:endnote w:type="continuationSeparator" w:id="0">
    <w:p w:rsidR="000B40B9" w:rsidRDefault="000B40B9">
      <w:r>
        <w:continuationSeparator/>
      </w:r>
    </w:p>
    <w:p w:rsidR="000B40B9" w:rsidRDefault="000B40B9"/>
    <w:p w:rsidR="000B40B9" w:rsidRDefault="000B40B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0B9" w:rsidRDefault="000B40B9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B40B9" w:rsidRDefault="000B40B9">
    <w:pPr>
      <w:pStyle w:val="Footer"/>
      <w:ind w:right="360"/>
    </w:pPr>
  </w:p>
  <w:p w:rsidR="000B40B9" w:rsidRDefault="000B40B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0B9" w:rsidRDefault="000B40B9">
    <w:pPr>
      <w:pStyle w:val="Footer"/>
      <w:spacing w:line="240" w:lineRule="auto"/>
      <w:ind w:right="360"/>
      <w:rPr>
        <w:rFonts w:ascii="Microsoft Sans Serif" w:hAnsi="Microsoft Sans Serif" w:cs="Microsoft Sans Serif"/>
        <w:sz w:val="16"/>
        <w:szCs w:val="16"/>
      </w:rPr>
    </w:pPr>
    <w:r>
      <w:pict>
        <v:rect id="_x0000_i1029" style="width:442.7pt;height:1pt" o:hralign="center" o:hrstd="t" o:hrnoshade="t" o:hr="t" fillcolor="black" stroked="f"/>
      </w:pict>
    </w:r>
    <w:r>
      <w:rPr>
        <w:rFonts w:ascii="Microsoft Sans Serif" w:hAnsi="Microsoft Sans Serif" w:cs="Microsoft Sans Serif"/>
        <w:sz w:val="16"/>
        <w:szCs w:val="16"/>
      </w:rPr>
      <w:t>Prezes  Zarządu   Spółki:        mgr Inż. architekt   BORYSŁAW CZARAKCZIEW</w:t>
    </w:r>
  </w:p>
  <w:p w:rsidR="000B40B9" w:rsidRDefault="000B40B9">
    <w:pPr>
      <w:pStyle w:val="Footer"/>
      <w:spacing w:line="240" w:lineRule="auto"/>
      <w:rPr>
        <w:rFonts w:ascii="Microsoft Sans Serif" w:hAnsi="Microsoft Sans Serif" w:cs="Microsoft Sans Serif"/>
        <w:sz w:val="16"/>
        <w:szCs w:val="16"/>
      </w:rPr>
    </w:pPr>
    <w:r>
      <w:rPr>
        <w:rFonts w:ascii="Microsoft Sans Serif" w:hAnsi="Microsoft Sans Serif" w:cs="Microsoft Sans Serif"/>
        <w:sz w:val="16"/>
        <w:szCs w:val="16"/>
      </w:rPr>
      <w:t>NIP: 6762300560 ;  Regon: 120078532 ;    Kapitał założycielski = 100.000,00 zł</w:t>
    </w:r>
  </w:p>
  <w:p w:rsidR="000B40B9" w:rsidRDefault="000B40B9">
    <w:pPr>
      <w:pStyle w:val="Footer"/>
      <w:spacing w:line="240" w:lineRule="auto"/>
      <w:rPr>
        <w:rFonts w:ascii="Microsoft Sans Serif" w:hAnsi="Microsoft Sans Serif" w:cs="Microsoft Sans Serif"/>
        <w:sz w:val="16"/>
        <w:szCs w:val="16"/>
      </w:rPr>
    </w:pPr>
    <w:r>
      <w:rPr>
        <w:rFonts w:ascii="Microsoft Sans Serif" w:hAnsi="Microsoft Sans Serif" w:cs="Microsoft Sans Serif"/>
        <w:sz w:val="16"/>
        <w:szCs w:val="16"/>
      </w:rPr>
      <w:t>KRS    0000238246   Sąd   Rejonowy    dla    Krakowa  –  Śródmieścia ,    Wydział   XI  Gospodarczy    KRS</w:t>
    </w:r>
  </w:p>
  <w:p w:rsidR="000B40B9" w:rsidRDefault="000B40B9">
    <w:pPr>
      <w:pStyle w:val="Footer"/>
      <w:spacing w:line="240" w:lineRule="auto"/>
      <w:rPr>
        <w:sz w:val="16"/>
        <w:szCs w:val="16"/>
      </w:rPr>
    </w:pPr>
    <w:r>
      <w:rPr>
        <w:rFonts w:ascii="Microsoft Sans Serif" w:hAnsi="Microsoft Sans Serif" w:cs="Microsoft Sans Serif"/>
        <w:sz w:val="16"/>
        <w:szCs w:val="16"/>
      </w:rPr>
      <w:t>ING BANK ŚLĄSKI S.A. O/KR.: 10 1050 1445 1000 0022 9303 1171 , 31-105 Kraków ul. Zwierzyniecka 29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0B9" w:rsidRDefault="000B40B9">
      <w:r>
        <w:separator/>
      </w:r>
    </w:p>
    <w:p w:rsidR="000B40B9" w:rsidRDefault="000B40B9"/>
    <w:p w:rsidR="000B40B9" w:rsidRDefault="000B40B9"/>
  </w:footnote>
  <w:footnote w:type="continuationSeparator" w:id="0">
    <w:p w:rsidR="000B40B9" w:rsidRDefault="000B40B9">
      <w:r>
        <w:continuationSeparator/>
      </w:r>
    </w:p>
    <w:p w:rsidR="000B40B9" w:rsidRDefault="000B40B9"/>
    <w:p w:rsidR="000B40B9" w:rsidRDefault="000B40B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0B9" w:rsidRDefault="000B40B9" w:rsidP="008C3243">
    <w:pPr>
      <w:pStyle w:val="Header"/>
      <w:tabs>
        <w:tab w:val="clear" w:pos="4536"/>
      </w:tabs>
      <w:jc w:val="right"/>
      <w:rPr>
        <w:rFonts w:ascii="Microsoft Sans Serif" w:hAnsi="Microsoft Sans Serif" w:cs="Microsoft Sans Serif"/>
        <w:b/>
        <w:bCs/>
        <w:spacing w:val="20"/>
        <w:sz w:val="18"/>
        <w:szCs w:val="18"/>
      </w:rPr>
    </w:pPr>
    <w:r>
      <w:rPr>
        <w:noProof/>
        <w:lang w:val="pl-PL"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6.9pt;margin-top:-8.45pt;width:43.05pt;height:70.2pt;z-index:251660288;visibility:visible" wrapcoords="4547 1609 4547 20911 21600 20911 21600 1609 4547 1609" o:allowincell="f">
          <v:imagedata r:id="rId1" o:title="" cropbottom="15118f" chromakey="white"/>
          <w10:wrap type="tight"/>
        </v:shape>
        <o:OLEObject Type="Embed" ProgID="Word.Picture.8" ShapeID="_x0000_s2049" DrawAspect="Content" ObjectID="_1480308758" r:id="rId2"/>
      </w:pict>
    </w:r>
  </w:p>
  <w:p w:rsidR="000B40B9" w:rsidRDefault="000B40B9" w:rsidP="008C3243">
    <w:pPr>
      <w:pStyle w:val="Header"/>
      <w:tabs>
        <w:tab w:val="clear" w:pos="4536"/>
      </w:tabs>
      <w:jc w:val="right"/>
      <w:rPr>
        <w:rFonts w:ascii="Microsoft Sans Serif" w:hAnsi="Microsoft Sans Serif" w:cs="Microsoft Sans Serif"/>
        <w:b/>
        <w:bCs/>
        <w:spacing w:val="20"/>
        <w:sz w:val="18"/>
        <w:szCs w:val="18"/>
      </w:rPr>
    </w:pPr>
  </w:p>
  <w:p w:rsidR="000B40B9" w:rsidRDefault="000B40B9" w:rsidP="008C3243">
    <w:pPr>
      <w:pStyle w:val="Header"/>
      <w:tabs>
        <w:tab w:val="clear" w:pos="4536"/>
      </w:tabs>
      <w:jc w:val="right"/>
      <w:rPr>
        <w:rFonts w:ascii="Microsoft Sans Serif" w:hAnsi="Microsoft Sans Serif" w:cs="Microsoft Sans Serif"/>
        <w:b/>
        <w:bCs/>
        <w:spacing w:val="20"/>
        <w:sz w:val="18"/>
        <w:szCs w:val="18"/>
      </w:rPr>
    </w:pPr>
  </w:p>
  <w:p w:rsidR="000B40B9" w:rsidRPr="005F4DD1" w:rsidRDefault="000B40B9" w:rsidP="008F1E99">
    <w:pPr>
      <w:pStyle w:val="Header"/>
      <w:tabs>
        <w:tab w:val="clear" w:pos="4536"/>
        <w:tab w:val="clear" w:pos="9072"/>
        <w:tab w:val="left" w:pos="7445"/>
      </w:tabs>
      <w:ind w:firstLine="1440"/>
      <w:rPr>
        <w:rFonts w:ascii="Microsoft Sans Serif" w:hAnsi="Microsoft Sans Serif" w:cs="Microsoft Sans Serif"/>
        <w:sz w:val="16"/>
        <w:szCs w:val="16"/>
        <w:lang w:val="pl-PL"/>
      </w:rPr>
    </w:pPr>
    <w:r w:rsidRPr="005F4DD1">
      <w:rPr>
        <w:rFonts w:ascii="Microsoft Sans Serif" w:hAnsi="Microsoft Sans Serif" w:cs="Microsoft Sans Serif"/>
        <w:b/>
        <w:bCs/>
        <w:spacing w:val="20"/>
        <w:lang w:val="pl-PL"/>
      </w:rPr>
      <w:t xml:space="preserve">g p p        </w:t>
    </w:r>
    <w:r>
      <w:rPr>
        <w:rFonts w:ascii="Microsoft Sans Serif" w:hAnsi="Microsoft Sans Serif" w:cs="Microsoft Sans Serif"/>
        <w:b/>
        <w:bCs/>
        <w:spacing w:val="20"/>
        <w:lang w:val="pl-PL"/>
      </w:rPr>
      <w:t xml:space="preserve"> </w:t>
    </w:r>
    <w:r w:rsidRPr="005F4DD1">
      <w:rPr>
        <w:rFonts w:ascii="Microsoft Sans Serif" w:hAnsi="Microsoft Sans Serif" w:cs="Microsoft Sans Serif"/>
        <w:b/>
        <w:bCs/>
        <w:spacing w:val="20"/>
        <w:lang w:val="pl-PL"/>
      </w:rPr>
      <w:t xml:space="preserve"> grupa  projektowa</w:t>
    </w:r>
    <w:r>
      <w:rPr>
        <w:rFonts w:ascii="Microsoft Sans Serif" w:hAnsi="Microsoft Sans Serif" w:cs="Microsoft Sans Serif"/>
        <w:b/>
        <w:bCs/>
        <w:spacing w:val="20"/>
        <w:lang w:val="pl-PL"/>
      </w:rPr>
      <w:t xml:space="preserve">  sp. z o.</w:t>
    </w:r>
    <w:r w:rsidRPr="005F4DD1">
      <w:rPr>
        <w:rFonts w:ascii="Microsoft Sans Serif" w:hAnsi="Microsoft Sans Serif" w:cs="Microsoft Sans Serif"/>
        <w:b/>
        <w:bCs/>
        <w:spacing w:val="20"/>
        <w:lang w:val="pl-PL"/>
      </w:rPr>
      <w:t>o</w:t>
    </w:r>
    <w:r>
      <w:rPr>
        <w:rFonts w:ascii="Microsoft Sans Serif" w:hAnsi="Microsoft Sans Serif" w:cs="Microsoft Sans Serif"/>
        <w:b/>
        <w:bCs/>
        <w:spacing w:val="20"/>
        <w:lang w:val="pl-PL"/>
      </w:rPr>
      <w:t>.</w:t>
    </w:r>
  </w:p>
  <w:p w:rsidR="000B40B9" w:rsidRPr="005F4DD1" w:rsidRDefault="000B40B9" w:rsidP="00D9117D">
    <w:pPr>
      <w:pStyle w:val="Header"/>
      <w:tabs>
        <w:tab w:val="clear" w:pos="4536"/>
      </w:tabs>
      <w:ind w:firstLine="1440"/>
      <w:rPr>
        <w:lang w:val="pl-PL"/>
      </w:rPr>
    </w:pPr>
    <w:r w:rsidRPr="005F4DD1">
      <w:rPr>
        <w:rFonts w:ascii="Microsoft Sans Serif" w:hAnsi="Microsoft Sans Serif" w:cs="Microsoft Sans Serif"/>
        <w:b/>
        <w:bCs/>
        <w:spacing w:val="20"/>
        <w:lang w:val="pl-PL"/>
      </w:rPr>
      <w:t xml:space="preserve">al. Krasińskiego 17/6,   </w:t>
    </w:r>
    <w:r>
      <w:rPr>
        <w:rFonts w:ascii="Microsoft Sans Serif" w:hAnsi="Microsoft Sans Serif" w:cs="Microsoft Sans Serif"/>
        <w:b/>
        <w:bCs/>
        <w:spacing w:val="20"/>
        <w:lang w:val="pl-PL"/>
      </w:rPr>
      <w:t xml:space="preserve"> </w:t>
    </w:r>
    <w:r w:rsidRPr="005F4DD1">
      <w:rPr>
        <w:rFonts w:ascii="Microsoft Sans Serif" w:hAnsi="Microsoft Sans Serif" w:cs="Microsoft Sans Serif"/>
        <w:b/>
        <w:bCs/>
        <w:spacing w:val="20"/>
        <w:lang w:val="pl-PL"/>
      </w:rPr>
      <w:t xml:space="preserve"> 31-111 Kraków</w:t>
    </w:r>
  </w:p>
  <w:p w:rsidR="000B40B9" w:rsidRPr="00B4123F" w:rsidRDefault="000B40B9" w:rsidP="00D9117D">
    <w:pPr>
      <w:pStyle w:val="Header"/>
      <w:tabs>
        <w:tab w:val="clear" w:pos="4536"/>
        <w:tab w:val="center" w:pos="3960"/>
      </w:tabs>
      <w:ind w:left="-720" w:firstLine="2160"/>
      <w:rPr>
        <w:rFonts w:ascii="Microsoft Sans Serif" w:hAnsi="Microsoft Sans Serif" w:cs="Microsoft Sans Serif"/>
        <w:b/>
        <w:bCs/>
        <w:spacing w:val="-2"/>
        <w:sz w:val="18"/>
        <w:szCs w:val="18"/>
        <w:lang w:val="pl-PL"/>
      </w:rPr>
    </w:pPr>
    <w:r>
      <w:rPr>
        <w:rFonts w:ascii="Microsoft Sans Serif" w:hAnsi="Microsoft Sans Serif" w:cs="Microsoft Sans Serif"/>
        <w:b/>
        <w:bCs/>
        <w:spacing w:val="-2"/>
        <w:sz w:val="18"/>
        <w:szCs w:val="18"/>
        <w:lang w:val="pl-PL"/>
      </w:rPr>
      <w:t>tel/fax +48(12)430 44 33; email:gpp@gpp.krakow.pl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8556D6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3"/>
    <w:multiLevelType w:val="singleLevel"/>
    <w:tmpl w:val="5FF49F24"/>
    <w:lvl w:ilvl="0">
      <w:start w:val="1"/>
      <w:numFmt w:val="bullet"/>
      <w:lvlText w:val="▪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</w:abstractNum>
  <w:abstractNum w:abstractNumId="2">
    <w:nsid w:val="FFFFFF89"/>
    <w:multiLevelType w:val="singleLevel"/>
    <w:tmpl w:val="1BCA8A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19C2FA0"/>
    <w:multiLevelType w:val="multilevel"/>
    <w:tmpl w:val="DC5A015A"/>
    <w:lvl w:ilvl="0">
      <w:start w:val="1"/>
      <w:numFmt w:val="decimal"/>
      <w:pStyle w:val="ListNumber1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4">
    <w:nsid w:val="1BFC5160"/>
    <w:multiLevelType w:val="hybridMultilevel"/>
    <w:tmpl w:val="AE04765E"/>
    <w:lvl w:ilvl="0" w:tplc="77B0273A">
      <w:start w:val="1"/>
      <w:numFmt w:val="decimalZero"/>
      <w:pStyle w:val="number-rys-R"/>
      <w:lvlText w:val="R%1."/>
      <w:lvlJc w:val="left"/>
      <w:pPr>
        <w:tabs>
          <w:tab w:val="num" w:pos="420"/>
        </w:tabs>
        <w:ind w:left="420" w:firstLine="284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 w:tplc="300CC146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54B2874A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A246DA1A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92A8A310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45A0A018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407C32A0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A886D122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BF6E6B1C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5">
    <w:nsid w:val="1F92580F"/>
    <w:multiLevelType w:val="hybridMultilevel"/>
    <w:tmpl w:val="D444DBD6"/>
    <w:lvl w:ilvl="0" w:tplc="64E62F12">
      <w:start w:val="1"/>
      <w:numFmt w:val="decimalZero"/>
      <w:pStyle w:val="number-rys-Z"/>
      <w:lvlText w:val="Z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1FC95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E4D2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7B432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161B6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1A884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38AF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5348D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64B7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33D25F7"/>
    <w:multiLevelType w:val="multilevel"/>
    <w:tmpl w:val="81286296"/>
    <w:lvl w:ilvl="0">
      <w:start w:val="1"/>
      <w:numFmt w:val="none"/>
      <w:pStyle w:val="Wypunktowanieponagwku-2"/>
      <w:lvlText w:val="2.1.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1">
      <w:start w:val="1"/>
      <w:numFmt w:val="decimal"/>
      <w:lvlText w:val="%2%12.2"/>
      <w:lvlJc w:val="left"/>
      <w:pPr>
        <w:tabs>
          <w:tab w:val="num" w:pos="1656"/>
        </w:tabs>
        <w:ind w:left="1656" w:hanging="57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2%1.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2%1.4."/>
      <w:lvlJc w:val="left"/>
      <w:pPr>
        <w:tabs>
          <w:tab w:val="num" w:pos="1944"/>
        </w:tabs>
        <w:ind w:left="1944" w:hanging="864"/>
      </w:pPr>
      <w:rPr>
        <w:rFonts w:cs="Times New Roman" w:hint="default"/>
      </w:rPr>
    </w:lvl>
    <w:lvl w:ilvl="4">
      <w:start w:val="1"/>
      <w:numFmt w:val="decimal"/>
      <w:lvlText w:val="2%1.5"/>
      <w:lvlJc w:val="left"/>
      <w:pPr>
        <w:tabs>
          <w:tab w:val="num" w:pos="2088"/>
        </w:tabs>
        <w:ind w:left="2088" w:hanging="1008"/>
      </w:pPr>
      <w:rPr>
        <w:rFonts w:cs="Times New Roman" w:hint="default"/>
      </w:rPr>
    </w:lvl>
    <w:lvl w:ilvl="5">
      <w:start w:val="1"/>
      <w:numFmt w:val="decimal"/>
      <w:lvlText w:val="2%1.6."/>
      <w:lvlJc w:val="left"/>
      <w:pPr>
        <w:tabs>
          <w:tab w:val="num" w:pos="2232"/>
        </w:tabs>
        <w:ind w:left="223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237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"/>
        </w:tabs>
        <w:ind w:left="2664" w:hanging="1584"/>
      </w:pPr>
      <w:rPr>
        <w:rFonts w:cs="Times New Roman" w:hint="default"/>
      </w:rPr>
    </w:lvl>
  </w:abstractNum>
  <w:abstractNum w:abstractNumId="7">
    <w:nsid w:val="2A3D2E81"/>
    <w:multiLevelType w:val="hybridMultilevel"/>
    <w:tmpl w:val="04C8E43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83913D3"/>
    <w:multiLevelType w:val="hybridMultilevel"/>
    <w:tmpl w:val="2BF007C2"/>
    <w:lvl w:ilvl="0" w:tplc="1D4C438E">
      <w:start w:val="1"/>
      <w:numFmt w:val="decimalZero"/>
      <w:pStyle w:val="number-rys-E"/>
      <w:lvlText w:val="E%1."/>
      <w:lvlJc w:val="right"/>
      <w:pPr>
        <w:tabs>
          <w:tab w:val="num" w:pos="337"/>
        </w:tabs>
        <w:ind w:left="337" w:firstLine="425"/>
      </w:pPr>
      <w:rPr>
        <w:rFonts w:cs="Times New Roman" w:hint="default"/>
      </w:rPr>
    </w:lvl>
    <w:lvl w:ilvl="1" w:tplc="E59E8AD8">
      <w:start w:val="1"/>
      <w:numFmt w:val="lowerLetter"/>
      <w:lvlText w:val="%2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2" w:tplc="1FBE3E7E">
      <w:start w:val="1"/>
      <w:numFmt w:val="lowerRoman"/>
      <w:lvlText w:val="%3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3" w:tplc="C7C0C89E">
      <w:start w:val="1"/>
      <w:numFmt w:val="decimal"/>
      <w:lvlText w:val="%4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4" w:tplc="E08E40D2">
      <w:start w:val="1"/>
      <w:numFmt w:val="lowerLetter"/>
      <w:lvlText w:val="%5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5" w:tplc="38F0CADA">
      <w:start w:val="1"/>
      <w:numFmt w:val="lowerRoman"/>
      <w:lvlText w:val="%6."/>
      <w:lvlJc w:val="right"/>
      <w:pPr>
        <w:tabs>
          <w:tab w:val="num" w:pos="6500"/>
        </w:tabs>
        <w:ind w:left="6500" w:hanging="180"/>
      </w:pPr>
      <w:rPr>
        <w:rFonts w:cs="Times New Roman"/>
      </w:rPr>
    </w:lvl>
    <w:lvl w:ilvl="6" w:tplc="BE16E52A">
      <w:start w:val="1"/>
      <w:numFmt w:val="decimal"/>
      <w:lvlText w:val="%7."/>
      <w:lvlJc w:val="left"/>
      <w:pPr>
        <w:tabs>
          <w:tab w:val="num" w:pos="7220"/>
        </w:tabs>
        <w:ind w:left="7220" w:hanging="360"/>
      </w:pPr>
      <w:rPr>
        <w:rFonts w:cs="Times New Roman"/>
      </w:rPr>
    </w:lvl>
    <w:lvl w:ilvl="7" w:tplc="3C8084D6">
      <w:start w:val="1"/>
      <w:numFmt w:val="lowerLetter"/>
      <w:lvlText w:val="%8."/>
      <w:lvlJc w:val="left"/>
      <w:pPr>
        <w:tabs>
          <w:tab w:val="num" w:pos="7940"/>
        </w:tabs>
        <w:ind w:left="7940" w:hanging="360"/>
      </w:pPr>
      <w:rPr>
        <w:rFonts w:cs="Times New Roman"/>
      </w:rPr>
    </w:lvl>
    <w:lvl w:ilvl="8" w:tplc="9586B1E4">
      <w:start w:val="1"/>
      <w:numFmt w:val="lowerRoman"/>
      <w:lvlText w:val="%9."/>
      <w:lvlJc w:val="right"/>
      <w:pPr>
        <w:tabs>
          <w:tab w:val="num" w:pos="8660"/>
        </w:tabs>
        <w:ind w:left="8660" w:hanging="180"/>
      </w:pPr>
      <w:rPr>
        <w:rFonts w:cs="Times New Roman"/>
      </w:rPr>
    </w:lvl>
  </w:abstractNum>
  <w:abstractNum w:abstractNumId="9">
    <w:nsid w:val="3C066F2F"/>
    <w:multiLevelType w:val="hybridMultilevel"/>
    <w:tmpl w:val="F97EDB8C"/>
    <w:lvl w:ilvl="0" w:tplc="2AE4C800">
      <w:start w:val="1"/>
      <w:numFmt w:val="decimalZero"/>
      <w:pStyle w:val="number-rys-D"/>
      <w:lvlText w:val="D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 w:tplc="5804F93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FACEE0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F611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FEA4A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10A2C5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D08A9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09689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010DBF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DC74B83"/>
    <w:multiLevelType w:val="multilevel"/>
    <w:tmpl w:val="E8E4212E"/>
    <w:styleLink w:val="numbere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96578A1"/>
    <w:multiLevelType w:val="hybridMultilevel"/>
    <w:tmpl w:val="579C6616"/>
    <w:lvl w:ilvl="0" w:tplc="359E4C2C">
      <w:start w:val="2"/>
      <w:numFmt w:val="decimalZero"/>
      <w:pStyle w:val="number-rys-Ra"/>
      <w:lvlText w:val="R%1.a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D7F4584"/>
    <w:multiLevelType w:val="singleLevel"/>
    <w:tmpl w:val="8556D6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3">
    <w:nsid w:val="56164D87"/>
    <w:multiLevelType w:val="hybridMultilevel"/>
    <w:tmpl w:val="1ADE22CE"/>
    <w:lvl w:ilvl="0" w:tplc="5CA207A6">
      <w:start w:val="1"/>
      <w:numFmt w:val="upperLetter"/>
      <w:pStyle w:val="ANAGWEK"/>
      <w:lvlText w:val="%1."/>
      <w:lvlJc w:val="righ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A7B446B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C5DE5DB6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97B467B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06E642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18CE5F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B032F55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D4C748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1FD6B80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56577F58"/>
    <w:multiLevelType w:val="multilevel"/>
    <w:tmpl w:val="9F2AB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>
    <w:nsid w:val="5BDC639F"/>
    <w:multiLevelType w:val="hybridMultilevel"/>
    <w:tmpl w:val="292E2D48"/>
    <w:lvl w:ilvl="0" w:tplc="B20C1B0C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19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CF6479"/>
    <w:multiLevelType w:val="hybridMultilevel"/>
    <w:tmpl w:val="9A9E3FEC"/>
    <w:lvl w:ilvl="0" w:tplc="D6200524">
      <w:start w:val="1"/>
      <w:numFmt w:val="decimalZero"/>
      <w:pStyle w:val="numbered-ry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A280AF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F1075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9025A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BE46EA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B349D7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DFC0C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DAA2B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5A09B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0F23673"/>
    <w:multiLevelType w:val="hybridMultilevel"/>
    <w:tmpl w:val="3A72830C"/>
    <w:lvl w:ilvl="0" w:tplc="AE08DD28">
      <w:start w:val="1"/>
      <w:numFmt w:val="decimalZero"/>
      <w:pStyle w:val="number-rys-T"/>
      <w:lvlText w:val="T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 w:tplc="D152B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980B87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FF80F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228F84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92E41A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68CA0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2D6CF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F566AE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DE500B5"/>
    <w:multiLevelType w:val="hybridMultilevel"/>
    <w:tmpl w:val="46B4FD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1"/>
  </w:num>
  <w:num w:numId="8">
    <w:abstractNumId w:val="0"/>
  </w:num>
  <w:num w:numId="9">
    <w:abstractNumId w:val="2"/>
  </w:num>
  <w:num w:numId="10">
    <w:abstractNumId w:val="1"/>
  </w:num>
  <w:num w:numId="11">
    <w:abstractNumId w:val="0"/>
  </w:num>
  <w:num w:numId="12">
    <w:abstractNumId w:val="2"/>
  </w:num>
  <w:num w:numId="13">
    <w:abstractNumId w:val="1"/>
  </w:num>
  <w:num w:numId="14">
    <w:abstractNumId w:val="0"/>
  </w:num>
  <w:num w:numId="15">
    <w:abstractNumId w:val="2"/>
  </w:num>
  <w:num w:numId="16">
    <w:abstractNumId w:val="1"/>
  </w:num>
  <w:num w:numId="17">
    <w:abstractNumId w:val="3"/>
  </w:num>
  <w:num w:numId="18">
    <w:abstractNumId w:val="14"/>
  </w:num>
  <w:num w:numId="19">
    <w:abstractNumId w:val="16"/>
  </w:num>
  <w:num w:numId="20">
    <w:abstractNumId w:val="15"/>
  </w:num>
  <w:num w:numId="21">
    <w:abstractNumId w:val="4"/>
  </w:num>
  <w:num w:numId="22">
    <w:abstractNumId w:val="9"/>
  </w:num>
  <w:num w:numId="23">
    <w:abstractNumId w:val="17"/>
  </w:num>
  <w:num w:numId="24">
    <w:abstractNumId w:val="8"/>
  </w:num>
  <w:num w:numId="25">
    <w:abstractNumId w:val="5"/>
  </w:num>
  <w:num w:numId="26">
    <w:abstractNumId w:val="11"/>
  </w:num>
  <w:num w:numId="27">
    <w:abstractNumId w:val="0"/>
    <w:lvlOverride w:ilvl="0">
      <w:startOverride w:val="1"/>
    </w:lvlOverride>
  </w:num>
  <w:num w:numId="28">
    <w:abstractNumId w:val="6"/>
  </w:num>
  <w:num w:numId="29">
    <w:abstractNumId w:val="7"/>
  </w:num>
  <w:num w:numId="30">
    <w:abstractNumId w:val="10"/>
  </w:num>
  <w:num w:numId="31">
    <w:abstractNumId w:val="13"/>
  </w:num>
  <w:num w:numId="32">
    <w:abstractNumId w:val="0"/>
    <w:lvlOverride w:ilvl="0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1628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77BF"/>
    <w:rsid w:val="000018BA"/>
    <w:rsid w:val="000062D0"/>
    <w:rsid w:val="000123C6"/>
    <w:rsid w:val="000142AF"/>
    <w:rsid w:val="0001709F"/>
    <w:rsid w:val="00024E08"/>
    <w:rsid w:val="000253E5"/>
    <w:rsid w:val="000259A8"/>
    <w:rsid w:val="000305D7"/>
    <w:rsid w:val="00033D0E"/>
    <w:rsid w:val="00035D0D"/>
    <w:rsid w:val="00036146"/>
    <w:rsid w:val="0004120C"/>
    <w:rsid w:val="00044A22"/>
    <w:rsid w:val="000452E1"/>
    <w:rsid w:val="00050061"/>
    <w:rsid w:val="00057D0E"/>
    <w:rsid w:val="00057E8B"/>
    <w:rsid w:val="000618C4"/>
    <w:rsid w:val="00061C66"/>
    <w:rsid w:val="00063B1E"/>
    <w:rsid w:val="000640AE"/>
    <w:rsid w:val="000653F8"/>
    <w:rsid w:val="000728F3"/>
    <w:rsid w:val="000733FD"/>
    <w:rsid w:val="00077A01"/>
    <w:rsid w:val="000818FC"/>
    <w:rsid w:val="00087291"/>
    <w:rsid w:val="00096ABB"/>
    <w:rsid w:val="00097349"/>
    <w:rsid w:val="000A208E"/>
    <w:rsid w:val="000A2A4A"/>
    <w:rsid w:val="000A3B61"/>
    <w:rsid w:val="000A5C01"/>
    <w:rsid w:val="000A67A7"/>
    <w:rsid w:val="000B0E55"/>
    <w:rsid w:val="000B0FFE"/>
    <w:rsid w:val="000B2153"/>
    <w:rsid w:val="000B2C33"/>
    <w:rsid w:val="000B40B9"/>
    <w:rsid w:val="000B75A8"/>
    <w:rsid w:val="000C05AC"/>
    <w:rsid w:val="000C2A5E"/>
    <w:rsid w:val="000C3610"/>
    <w:rsid w:val="000C676C"/>
    <w:rsid w:val="000D0D54"/>
    <w:rsid w:val="000D27BC"/>
    <w:rsid w:val="000D2CAD"/>
    <w:rsid w:val="000D5E39"/>
    <w:rsid w:val="000D5EA4"/>
    <w:rsid w:val="000E56D8"/>
    <w:rsid w:val="000F0D9E"/>
    <w:rsid w:val="000F1B7B"/>
    <w:rsid w:val="000F2431"/>
    <w:rsid w:val="000F4675"/>
    <w:rsid w:val="000F5413"/>
    <w:rsid w:val="000F6AEF"/>
    <w:rsid w:val="000F6B35"/>
    <w:rsid w:val="001013F9"/>
    <w:rsid w:val="00104741"/>
    <w:rsid w:val="0010542D"/>
    <w:rsid w:val="00113016"/>
    <w:rsid w:val="001213A8"/>
    <w:rsid w:val="0012205E"/>
    <w:rsid w:val="00131F50"/>
    <w:rsid w:val="00131FED"/>
    <w:rsid w:val="00132C6C"/>
    <w:rsid w:val="00133768"/>
    <w:rsid w:val="00134D9C"/>
    <w:rsid w:val="00141873"/>
    <w:rsid w:val="0014298D"/>
    <w:rsid w:val="001436F8"/>
    <w:rsid w:val="00151A07"/>
    <w:rsid w:val="0015539E"/>
    <w:rsid w:val="00157222"/>
    <w:rsid w:val="001653FA"/>
    <w:rsid w:val="0016546A"/>
    <w:rsid w:val="0016714D"/>
    <w:rsid w:val="00171EF0"/>
    <w:rsid w:val="00171F08"/>
    <w:rsid w:val="00172A8A"/>
    <w:rsid w:val="0017440E"/>
    <w:rsid w:val="001750A3"/>
    <w:rsid w:val="00185B78"/>
    <w:rsid w:val="00186101"/>
    <w:rsid w:val="001873AB"/>
    <w:rsid w:val="00191B81"/>
    <w:rsid w:val="00195A5A"/>
    <w:rsid w:val="001A0A3B"/>
    <w:rsid w:val="001A1C58"/>
    <w:rsid w:val="001A748B"/>
    <w:rsid w:val="001A77E2"/>
    <w:rsid w:val="001B4307"/>
    <w:rsid w:val="001B4FE8"/>
    <w:rsid w:val="001C44B9"/>
    <w:rsid w:val="001C637B"/>
    <w:rsid w:val="001D2CC1"/>
    <w:rsid w:val="001D4A2E"/>
    <w:rsid w:val="001E095D"/>
    <w:rsid w:val="001E0EE7"/>
    <w:rsid w:val="001E63A4"/>
    <w:rsid w:val="001F6372"/>
    <w:rsid w:val="00200E4E"/>
    <w:rsid w:val="00205EE0"/>
    <w:rsid w:val="002078D0"/>
    <w:rsid w:val="002100B9"/>
    <w:rsid w:val="00212575"/>
    <w:rsid w:val="00216869"/>
    <w:rsid w:val="00216CF7"/>
    <w:rsid w:val="00220883"/>
    <w:rsid w:val="00230AAD"/>
    <w:rsid w:val="002343E0"/>
    <w:rsid w:val="0023472D"/>
    <w:rsid w:val="0023636A"/>
    <w:rsid w:val="002365F4"/>
    <w:rsid w:val="0024071F"/>
    <w:rsid w:val="002432E3"/>
    <w:rsid w:val="00244658"/>
    <w:rsid w:val="00244B71"/>
    <w:rsid w:val="00246423"/>
    <w:rsid w:val="00250CD5"/>
    <w:rsid w:val="0025354D"/>
    <w:rsid w:val="00253E2D"/>
    <w:rsid w:val="00254DDE"/>
    <w:rsid w:val="00255BED"/>
    <w:rsid w:val="00255D9B"/>
    <w:rsid w:val="00257091"/>
    <w:rsid w:val="00257194"/>
    <w:rsid w:val="00262A34"/>
    <w:rsid w:val="002634BE"/>
    <w:rsid w:val="00263AE3"/>
    <w:rsid w:val="00266534"/>
    <w:rsid w:val="002677DA"/>
    <w:rsid w:val="00271A12"/>
    <w:rsid w:val="00271AAF"/>
    <w:rsid w:val="00272039"/>
    <w:rsid w:val="002748F0"/>
    <w:rsid w:val="00274B0F"/>
    <w:rsid w:val="00282A1D"/>
    <w:rsid w:val="002909B7"/>
    <w:rsid w:val="002938B2"/>
    <w:rsid w:val="0029797F"/>
    <w:rsid w:val="002A210C"/>
    <w:rsid w:val="002A2D71"/>
    <w:rsid w:val="002A4194"/>
    <w:rsid w:val="002A6BA9"/>
    <w:rsid w:val="002B2723"/>
    <w:rsid w:val="002B2C41"/>
    <w:rsid w:val="002B2E72"/>
    <w:rsid w:val="002B456C"/>
    <w:rsid w:val="002B754C"/>
    <w:rsid w:val="002C1398"/>
    <w:rsid w:val="002C3FAA"/>
    <w:rsid w:val="002C4C4E"/>
    <w:rsid w:val="002C5587"/>
    <w:rsid w:val="002C7CCA"/>
    <w:rsid w:val="002D7C1F"/>
    <w:rsid w:val="002E0678"/>
    <w:rsid w:val="002E2AA2"/>
    <w:rsid w:val="002E2EB5"/>
    <w:rsid w:val="002E4195"/>
    <w:rsid w:val="002E63B7"/>
    <w:rsid w:val="002F119A"/>
    <w:rsid w:val="002F393C"/>
    <w:rsid w:val="002F3ACC"/>
    <w:rsid w:val="002F4953"/>
    <w:rsid w:val="002F4D20"/>
    <w:rsid w:val="002F5C02"/>
    <w:rsid w:val="002F668C"/>
    <w:rsid w:val="002F6765"/>
    <w:rsid w:val="002F7C8F"/>
    <w:rsid w:val="0030029F"/>
    <w:rsid w:val="00302FF6"/>
    <w:rsid w:val="00313E6D"/>
    <w:rsid w:val="003168C4"/>
    <w:rsid w:val="00322038"/>
    <w:rsid w:val="00322C30"/>
    <w:rsid w:val="00332652"/>
    <w:rsid w:val="00336CA1"/>
    <w:rsid w:val="00337567"/>
    <w:rsid w:val="00341758"/>
    <w:rsid w:val="003443BA"/>
    <w:rsid w:val="00345460"/>
    <w:rsid w:val="00350205"/>
    <w:rsid w:val="003524FF"/>
    <w:rsid w:val="00353AB0"/>
    <w:rsid w:val="00356116"/>
    <w:rsid w:val="00356722"/>
    <w:rsid w:val="00366EBD"/>
    <w:rsid w:val="00373B56"/>
    <w:rsid w:val="003750AE"/>
    <w:rsid w:val="0037579A"/>
    <w:rsid w:val="0037793F"/>
    <w:rsid w:val="00393ABB"/>
    <w:rsid w:val="0039684F"/>
    <w:rsid w:val="003A08FF"/>
    <w:rsid w:val="003A577B"/>
    <w:rsid w:val="003A7A25"/>
    <w:rsid w:val="003B2A08"/>
    <w:rsid w:val="003B4452"/>
    <w:rsid w:val="003B4E1B"/>
    <w:rsid w:val="003B52B3"/>
    <w:rsid w:val="003B59D4"/>
    <w:rsid w:val="003B6A68"/>
    <w:rsid w:val="003C5AB4"/>
    <w:rsid w:val="003C603F"/>
    <w:rsid w:val="003C73AE"/>
    <w:rsid w:val="003D004D"/>
    <w:rsid w:val="003D1637"/>
    <w:rsid w:val="003D1D12"/>
    <w:rsid w:val="003D2A9E"/>
    <w:rsid w:val="003D6E82"/>
    <w:rsid w:val="003D7768"/>
    <w:rsid w:val="003D77D3"/>
    <w:rsid w:val="003E141C"/>
    <w:rsid w:val="003E15B5"/>
    <w:rsid w:val="003E1D52"/>
    <w:rsid w:val="003E5E95"/>
    <w:rsid w:val="003E63B9"/>
    <w:rsid w:val="003E719C"/>
    <w:rsid w:val="003F18F1"/>
    <w:rsid w:val="00401AC9"/>
    <w:rsid w:val="004038F1"/>
    <w:rsid w:val="00404A65"/>
    <w:rsid w:val="00405B6C"/>
    <w:rsid w:val="00405E52"/>
    <w:rsid w:val="0040749E"/>
    <w:rsid w:val="00407DE5"/>
    <w:rsid w:val="00410144"/>
    <w:rsid w:val="00410F04"/>
    <w:rsid w:val="00411A17"/>
    <w:rsid w:val="004143B6"/>
    <w:rsid w:val="0042031E"/>
    <w:rsid w:val="004215EF"/>
    <w:rsid w:val="00426973"/>
    <w:rsid w:val="004304BC"/>
    <w:rsid w:val="0043228A"/>
    <w:rsid w:val="004346B9"/>
    <w:rsid w:val="00442CDA"/>
    <w:rsid w:val="00446C6C"/>
    <w:rsid w:val="00450740"/>
    <w:rsid w:val="00451135"/>
    <w:rsid w:val="0045461C"/>
    <w:rsid w:val="00457134"/>
    <w:rsid w:val="00461B5C"/>
    <w:rsid w:val="00461D97"/>
    <w:rsid w:val="004646C9"/>
    <w:rsid w:val="0047129C"/>
    <w:rsid w:val="004811D8"/>
    <w:rsid w:val="004812E4"/>
    <w:rsid w:val="004859EB"/>
    <w:rsid w:val="00486A5A"/>
    <w:rsid w:val="00486A93"/>
    <w:rsid w:val="004906FE"/>
    <w:rsid w:val="00491BBD"/>
    <w:rsid w:val="00492537"/>
    <w:rsid w:val="004933A9"/>
    <w:rsid w:val="00494EE3"/>
    <w:rsid w:val="00497C64"/>
    <w:rsid w:val="004A0EF2"/>
    <w:rsid w:val="004A1099"/>
    <w:rsid w:val="004A6581"/>
    <w:rsid w:val="004A6885"/>
    <w:rsid w:val="004A7AC1"/>
    <w:rsid w:val="004A7B41"/>
    <w:rsid w:val="004B30F1"/>
    <w:rsid w:val="004B788C"/>
    <w:rsid w:val="004C29EE"/>
    <w:rsid w:val="004C44FE"/>
    <w:rsid w:val="004D2AEC"/>
    <w:rsid w:val="004D3A46"/>
    <w:rsid w:val="004D3E2C"/>
    <w:rsid w:val="004D62C0"/>
    <w:rsid w:val="004E1D5F"/>
    <w:rsid w:val="004E2860"/>
    <w:rsid w:val="004E4ED2"/>
    <w:rsid w:val="004E5D8C"/>
    <w:rsid w:val="004E61D1"/>
    <w:rsid w:val="004F228B"/>
    <w:rsid w:val="004F2DD5"/>
    <w:rsid w:val="004F4150"/>
    <w:rsid w:val="004F69ED"/>
    <w:rsid w:val="004F7E7F"/>
    <w:rsid w:val="00501868"/>
    <w:rsid w:val="00504AEB"/>
    <w:rsid w:val="00506C5E"/>
    <w:rsid w:val="005112E9"/>
    <w:rsid w:val="005118FB"/>
    <w:rsid w:val="00513315"/>
    <w:rsid w:val="00514E49"/>
    <w:rsid w:val="005232AA"/>
    <w:rsid w:val="005234DA"/>
    <w:rsid w:val="00523B02"/>
    <w:rsid w:val="00525500"/>
    <w:rsid w:val="0053312E"/>
    <w:rsid w:val="005353D3"/>
    <w:rsid w:val="0053713F"/>
    <w:rsid w:val="0053784B"/>
    <w:rsid w:val="0054094A"/>
    <w:rsid w:val="0054390C"/>
    <w:rsid w:val="00544A71"/>
    <w:rsid w:val="00546131"/>
    <w:rsid w:val="00546D6E"/>
    <w:rsid w:val="005472B0"/>
    <w:rsid w:val="00547D4F"/>
    <w:rsid w:val="005515A4"/>
    <w:rsid w:val="00551DE5"/>
    <w:rsid w:val="005528F3"/>
    <w:rsid w:val="0055448C"/>
    <w:rsid w:val="0056296F"/>
    <w:rsid w:val="00564214"/>
    <w:rsid w:val="00564BBF"/>
    <w:rsid w:val="00565356"/>
    <w:rsid w:val="00570FC2"/>
    <w:rsid w:val="00572E0C"/>
    <w:rsid w:val="00574CA6"/>
    <w:rsid w:val="00580D25"/>
    <w:rsid w:val="00582D22"/>
    <w:rsid w:val="00585300"/>
    <w:rsid w:val="00587181"/>
    <w:rsid w:val="00587823"/>
    <w:rsid w:val="00590641"/>
    <w:rsid w:val="005928C0"/>
    <w:rsid w:val="00594B53"/>
    <w:rsid w:val="005960B2"/>
    <w:rsid w:val="005963CF"/>
    <w:rsid w:val="005A235E"/>
    <w:rsid w:val="005A4C64"/>
    <w:rsid w:val="005A5BAA"/>
    <w:rsid w:val="005C0F6A"/>
    <w:rsid w:val="005C1521"/>
    <w:rsid w:val="005C1D4F"/>
    <w:rsid w:val="005C4507"/>
    <w:rsid w:val="005C61FD"/>
    <w:rsid w:val="005C634F"/>
    <w:rsid w:val="005D0442"/>
    <w:rsid w:val="005D3149"/>
    <w:rsid w:val="005D6946"/>
    <w:rsid w:val="005E008E"/>
    <w:rsid w:val="005E7ADB"/>
    <w:rsid w:val="005F0D65"/>
    <w:rsid w:val="005F2481"/>
    <w:rsid w:val="005F4DD1"/>
    <w:rsid w:val="005F7BCA"/>
    <w:rsid w:val="00600163"/>
    <w:rsid w:val="0060158B"/>
    <w:rsid w:val="00606FBC"/>
    <w:rsid w:val="00607C43"/>
    <w:rsid w:val="00612B44"/>
    <w:rsid w:val="00616501"/>
    <w:rsid w:val="0062445D"/>
    <w:rsid w:val="00632AD5"/>
    <w:rsid w:val="006351EE"/>
    <w:rsid w:val="00635D75"/>
    <w:rsid w:val="006401C1"/>
    <w:rsid w:val="00640DF0"/>
    <w:rsid w:val="00642301"/>
    <w:rsid w:val="006435F8"/>
    <w:rsid w:val="006440A4"/>
    <w:rsid w:val="00651DB3"/>
    <w:rsid w:val="006524FA"/>
    <w:rsid w:val="00654585"/>
    <w:rsid w:val="0065592A"/>
    <w:rsid w:val="00655D1A"/>
    <w:rsid w:val="00660D6D"/>
    <w:rsid w:val="00663325"/>
    <w:rsid w:val="00663C53"/>
    <w:rsid w:val="00663D7D"/>
    <w:rsid w:val="006652EC"/>
    <w:rsid w:val="00667A23"/>
    <w:rsid w:val="00673FCE"/>
    <w:rsid w:val="00674D2B"/>
    <w:rsid w:val="00680C50"/>
    <w:rsid w:val="00682B32"/>
    <w:rsid w:val="006908C0"/>
    <w:rsid w:val="00690F0B"/>
    <w:rsid w:val="00692FF0"/>
    <w:rsid w:val="006930BC"/>
    <w:rsid w:val="00694AAB"/>
    <w:rsid w:val="00695B48"/>
    <w:rsid w:val="006973F5"/>
    <w:rsid w:val="006A1AE1"/>
    <w:rsid w:val="006A208A"/>
    <w:rsid w:val="006A69A6"/>
    <w:rsid w:val="006A7449"/>
    <w:rsid w:val="006A7582"/>
    <w:rsid w:val="006B0B6F"/>
    <w:rsid w:val="006B179E"/>
    <w:rsid w:val="006B279D"/>
    <w:rsid w:val="006B2AD3"/>
    <w:rsid w:val="006B4E7A"/>
    <w:rsid w:val="006B5D7A"/>
    <w:rsid w:val="006C05FC"/>
    <w:rsid w:val="006C792B"/>
    <w:rsid w:val="006D01D1"/>
    <w:rsid w:val="006D0DB8"/>
    <w:rsid w:val="006D174C"/>
    <w:rsid w:val="006D1F89"/>
    <w:rsid w:val="006D769F"/>
    <w:rsid w:val="006E6C4F"/>
    <w:rsid w:val="006E75ED"/>
    <w:rsid w:val="006F561D"/>
    <w:rsid w:val="00705187"/>
    <w:rsid w:val="00706E6C"/>
    <w:rsid w:val="00710227"/>
    <w:rsid w:val="00710F62"/>
    <w:rsid w:val="00713D04"/>
    <w:rsid w:val="007166C1"/>
    <w:rsid w:val="00717E3E"/>
    <w:rsid w:val="00721288"/>
    <w:rsid w:val="00726BBA"/>
    <w:rsid w:val="007277BF"/>
    <w:rsid w:val="007310F7"/>
    <w:rsid w:val="00732CB1"/>
    <w:rsid w:val="00736154"/>
    <w:rsid w:val="0074297D"/>
    <w:rsid w:val="00753598"/>
    <w:rsid w:val="00760A98"/>
    <w:rsid w:val="0076281B"/>
    <w:rsid w:val="00763749"/>
    <w:rsid w:val="0077060B"/>
    <w:rsid w:val="0077350B"/>
    <w:rsid w:val="00774A0C"/>
    <w:rsid w:val="00780FE1"/>
    <w:rsid w:val="00781B59"/>
    <w:rsid w:val="0078264C"/>
    <w:rsid w:val="00784D61"/>
    <w:rsid w:val="00786339"/>
    <w:rsid w:val="007946E1"/>
    <w:rsid w:val="0079511E"/>
    <w:rsid w:val="007A68B1"/>
    <w:rsid w:val="007A7ABA"/>
    <w:rsid w:val="007B5A00"/>
    <w:rsid w:val="007B713D"/>
    <w:rsid w:val="007B7183"/>
    <w:rsid w:val="007C23FA"/>
    <w:rsid w:val="007D2055"/>
    <w:rsid w:val="007D3A33"/>
    <w:rsid w:val="007D5623"/>
    <w:rsid w:val="007D67AA"/>
    <w:rsid w:val="007E13FF"/>
    <w:rsid w:val="007E2CA6"/>
    <w:rsid w:val="007E3B67"/>
    <w:rsid w:val="007E7454"/>
    <w:rsid w:val="007F12DC"/>
    <w:rsid w:val="007F2ED8"/>
    <w:rsid w:val="007F3A71"/>
    <w:rsid w:val="007F64B9"/>
    <w:rsid w:val="007F67A7"/>
    <w:rsid w:val="00802995"/>
    <w:rsid w:val="00803C79"/>
    <w:rsid w:val="00804E05"/>
    <w:rsid w:val="0080554D"/>
    <w:rsid w:val="00810C89"/>
    <w:rsid w:val="0081131C"/>
    <w:rsid w:val="00813914"/>
    <w:rsid w:val="00813C7C"/>
    <w:rsid w:val="008223E1"/>
    <w:rsid w:val="00822EFC"/>
    <w:rsid w:val="00823074"/>
    <w:rsid w:val="0082375E"/>
    <w:rsid w:val="00823B1A"/>
    <w:rsid w:val="0082521F"/>
    <w:rsid w:val="008265F5"/>
    <w:rsid w:val="00827324"/>
    <w:rsid w:val="00827EDF"/>
    <w:rsid w:val="008301CC"/>
    <w:rsid w:val="00830786"/>
    <w:rsid w:val="008308CD"/>
    <w:rsid w:val="008344D8"/>
    <w:rsid w:val="008348A3"/>
    <w:rsid w:val="00840DDF"/>
    <w:rsid w:val="00844FEB"/>
    <w:rsid w:val="00845AC5"/>
    <w:rsid w:val="00845F1A"/>
    <w:rsid w:val="0084738C"/>
    <w:rsid w:val="00847ECB"/>
    <w:rsid w:val="0085131E"/>
    <w:rsid w:val="008524F8"/>
    <w:rsid w:val="008537EF"/>
    <w:rsid w:val="00856F6D"/>
    <w:rsid w:val="00864D01"/>
    <w:rsid w:val="00865688"/>
    <w:rsid w:val="00865967"/>
    <w:rsid w:val="00866DAD"/>
    <w:rsid w:val="008710B0"/>
    <w:rsid w:val="00876195"/>
    <w:rsid w:val="00876E54"/>
    <w:rsid w:val="00876F48"/>
    <w:rsid w:val="0088433A"/>
    <w:rsid w:val="00885E99"/>
    <w:rsid w:val="00887B4F"/>
    <w:rsid w:val="00893C36"/>
    <w:rsid w:val="00895855"/>
    <w:rsid w:val="008971E8"/>
    <w:rsid w:val="008A0953"/>
    <w:rsid w:val="008A454E"/>
    <w:rsid w:val="008A6F09"/>
    <w:rsid w:val="008B0C37"/>
    <w:rsid w:val="008B54DF"/>
    <w:rsid w:val="008B72D7"/>
    <w:rsid w:val="008B768C"/>
    <w:rsid w:val="008C3243"/>
    <w:rsid w:val="008C3372"/>
    <w:rsid w:val="008C6465"/>
    <w:rsid w:val="008D6865"/>
    <w:rsid w:val="008E1C01"/>
    <w:rsid w:val="008E1E76"/>
    <w:rsid w:val="008E23B8"/>
    <w:rsid w:val="008E447D"/>
    <w:rsid w:val="008E4E0F"/>
    <w:rsid w:val="008E648F"/>
    <w:rsid w:val="008E7C01"/>
    <w:rsid w:val="008F0905"/>
    <w:rsid w:val="008F1E99"/>
    <w:rsid w:val="008F2006"/>
    <w:rsid w:val="008F371F"/>
    <w:rsid w:val="008F612E"/>
    <w:rsid w:val="008F77D8"/>
    <w:rsid w:val="00903729"/>
    <w:rsid w:val="00906BD3"/>
    <w:rsid w:val="009148C3"/>
    <w:rsid w:val="009271B1"/>
    <w:rsid w:val="00927316"/>
    <w:rsid w:val="00931307"/>
    <w:rsid w:val="009324DE"/>
    <w:rsid w:val="009348A9"/>
    <w:rsid w:val="0094070E"/>
    <w:rsid w:val="00941937"/>
    <w:rsid w:val="00943C65"/>
    <w:rsid w:val="00945EBC"/>
    <w:rsid w:val="00946579"/>
    <w:rsid w:val="009528C4"/>
    <w:rsid w:val="00954952"/>
    <w:rsid w:val="00957C3A"/>
    <w:rsid w:val="0096269E"/>
    <w:rsid w:val="009661FA"/>
    <w:rsid w:val="00972569"/>
    <w:rsid w:val="009763CA"/>
    <w:rsid w:val="009817EF"/>
    <w:rsid w:val="0099004B"/>
    <w:rsid w:val="00991493"/>
    <w:rsid w:val="00991C96"/>
    <w:rsid w:val="00993738"/>
    <w:rsid w:val="009A2315"/>
    <w:rsid w:val="009A3FD0"/>
    <w:rsid w:val="009A7739"/>
    <w:rsid w:val="009B1A2A"/>
    <w:rsid w:val="009C6F26"/>
    <w:rsid w:val="009D1B51"/>
    <w:rsid w:val="009D1D3C"/>
    <w:rsid w:val="009D1FC2"/>
    <w:rsid w:val="009E2FAC"/>
    <w:rsid w:val="009F2544"/>
    <w:rsid w:val="009F4CBF"/>
    <w:rsid w:val="009F5434"/>
    <w:rsid w:val="00A013CC"/>
    <w:rsid w:val="00A01FA3"/>
    <w:rsid w:val="00A02E24"/>
    <w:rsid w:val="00A10790"/>
    <w:rsid w:val="00A141F4"/>
    <w:rsid w:val="00A20E64"/>
    <w:rsid w:val="00A25C8F"/>
    <w:rsid w:val="00A26EA4"/>
    <w:rsid w:val="00A271C6"/>
    <w:rsid w:val="00A3030B"/>
    <w:rsid w:val="00A324F4"/>
    <w:rsid w:val="00A3269B"/>
    <w:rsid w:val="00A328B7"/>
    <w:rsid w:val="00A34D03"/>
    <w:rsid w:val="00A4479F"/>
    <w:rsid w:val="00A46863"/>
    <w:rsid w:val="00A4784A"/>
    <w:rsid w:val="00A55342"/>
    <w:rsid w:val="00A61827"/>
    <w:rsid w:val="00A701D8"/>
    <w:rsid w:val="00A72CD0"/>
    <w:rsid w:val="00A72E2F"/>
    <w:rsid w:val="00A75357"/>
    <w:rsid w:val="00A770AC"/>
    <w:rsid w:val="00A7725D"/>
    <w:rsid w:val="00A80239"/>
    <w:rsid w:val="00A802E3"/>
    <w:rsid w:val="00A8043D"/>
    <w:rsid w:val="00A80FB5"/>
    <w:rsid w:val="00A81696"/>
    <w:rsid w:val="00A9120F"/>
    <w:rsid w:val="00A95634"/>
    <w:rsid w:val="00A964B0"/>
    <w:rsid w:val="00AA0DA6"/>
    <w:rsid w:val="00AA10C6"/>
    <w:rsid w:val="00AA187F"/>
    <w:rsid w:val="00AA2423"/>
    <w:rsid w:val="00AA5E82"/>
    <w:rsid w:val="00AB4A9E"/>
    <w:rsid w:val="00AB51BB"/>
    <w:rsid w:val="00AB7FB4"/>
    <w:rsid w:val="00AC0EBB"/>
    <w:rsid w:val="00AC23FF"/>
    <w:rsid w:val="00AC3094"/>
    <w:rsid w:val="00AC7129"/>
    <w:rsid w:val="00AD0192"/>
    <w:rsid w:val="00AD12CD"/>
    <w:rsid w:val="00AD3ADD"/>
    <w:rsid w:val="00AE0003"/>
    <w:rsid w:val="00AE6032"/>
    <w:rsid w:val="00AE6FE3"/>
    <w:rsid w:val="00AF2670"/>
    <w:rsid w:val="00AF31BA"/>
    <w:rsid w:val="00AF31C7"/>
    <w:rsid w:val="00AF6973"/>
    <w:rsid w:val="00B018BD"/>
    <w:rsid w:val="00B04A34"/>
    <w:rsid w:val="00B13FD2"/>
    <w:rsid w:val="00B160C6"/>
    <w:rsid w:val="00B17181"/>
    <w:rsid w:val="00B17C72"/>
    <w:rsid w:val="00B248A3"/>
    <w:rsid w:val="00B24AE4"/>
    <w:rsid w:val="00B25B7E"/>
    <w:rsid w:val="00B26628"/>
    <w:rsid w:val="00B32CBD"/>
    <w:rsid w:val="00B33338"/>
    <w:rsid w:val="00B34A4D"/>
    <w:rsid w:val="00B35864"/>
    <w:rsid w:val="00B37408"/>
    <w:rsid w:val="00B4123F"/>
    <w:rsid w:val="00B41372"/>
    <w:rsid w:val="00B42472"/>
    <w:rsid w:val="00B4248C"/>
    <w:rsid w:val="00B462B7"/>
    <w:rsid w:val="00B46AB1"/>
    <w:rsid w:val="00B4756D"/>
    <w:rsid w:val="00B47CAB"/>
    <w:rsid w:val="00B5021A"/>
    <w:rsid w:val="00B5111F"/>
    <w:rsid w:val="00B5343B"/>
    <w:rsid w:val="00B56668"/>
    <w:rsid w:val="00B56E0C"/>
    <w:rsid w:val="00B60C68"/>
    <w:rsid w:val="00B634AF"/>
    <w:rsid w:val="00B6364A"/>
    <w:rsid w:val="00B655AC"/>
    <w:rsid w:val="00B67ED9"/>
    <w:rsid w:val="00B75708"/>
    <w:rsid w:val="00B7790D"/>
    <w:rsid w:val="00B81B4D"/>
    <w:rsid w:val="00B8328B"/>
    <w:rsid w:val="00B9538B"/>
    <w:rsid w:val="00B96671"/>
    <w:rsid w:val="00BA20F3"/>
    <w:rsid w:val="00BA2627"/>
    <w:rsid w:val="00BA31D3"/>
    <w:rsid w:val="00BA5CC7"/>
    <w:rsid w:val="00BB0807"/>
    <w:rsid w:val="00BB30C3"/>
    <w:rsid w:val="00BB322E"/>
    <w:rsid w:val="00BB4B68"/>
    <w:rsid w:val="00BB6422"/>
    <w:rsid w:val="00BC056F"/>
    <w:rsid w:val="00BC4000"/>
    <w:rsid w:val="00BC505A"/>
    <w:rsid w:val="00BC713B"/>
    <w:rsid w:val="00BC7A73"/>
    <w:rsid w:val="00BD2B40"/>
    <w:rsid w:val="00BD302A"/>
    <w:rsid w:val="00BD47F8"/>
    <w:rsid w:val="00BD5158"/>
    <w:rsid w:val="00BD5378"/>
    <w:rsid w:val="00BE1528"/>
    <w:rsid w:val="00BE28E8"/>
    <w:rsid w:val="00BF1005"/>
    <w:rsid w:val="00C0237F"/>
    <w:rsid w:val="00C0743D"/>
    <w:rsid w:val="00C15012"/>
    <w:rsid w:val="00C25E25"/>
    <w:rsid w:val="00C26DB2"/>
    <w:rsid w:val="00C308B7"/>
    <w:rsid w:val="00C31B03"/>
    <w:rsid w:val="00C3233C"/>
    <w:rsid w:val="00C33E24"/>
    <w:rsid w:val="00C402DD"/>
    <w:rsid w:val="00C4441E"/>
    <w:rsid w:val="00C461C1"/>
    <w:rsid w:val="00C466B3"/>
    <w:rsid w:val="00C46C65"/>
    <w:rsid w:val="00C5069D"/>
    <w:rsid w:val="00C50941"/>
    <w:rsid w:val="00C51BBF"/>
    <w:rsid w:val="00C52299"/>
    <w:rsid w:val="00C52429"/>
    <w:rsid w:val="00C53182"/>
    <w:rsid w:val="00C53F6D"/>
    <w:rsid w:val="00C54BD4"/>
    <w:rsid w:val="00C638BE"/>
    <w:rsid w:val="00C63969"/>
    <w:rsid w:val="00C64C92"/>
    <w:rsid w:val="00C651C5"/>
    <w:rsid w:val="00C6590B"/>
    <w:rsid w:val="00C66930"/>
    <w:rsid w:val="00C70B77"/>
    <w:rsid w:val="00C71FBB"/>
    <w:rsid w:val="00C72B44"/>
    <w:rsid w:val="00C874D5"/>
    <w:rsid w:val="00C87725"/>
    <w:rsid w:val="00C8786E"/>
    <w:rsid w:val="00C87B57"/>
    <w:rsid w:val="00C91F76"/>
    <w:rsid w:val="00C955F4"/>
    <w:rsid w:val="00C96A31"/>
    <w:rsid w:val="00CA0E7B"/>
    <w:rsid w:val="00CA2915"/>
    <w:rsid w:val="00CA3AD0"/>
    <w:rsid w:val="00CA3B79"/>
    <w:rsid w:val="00CA535B"/>
    <w:rsid w:val="00CA6B96"/>
    <w:rsid w:val="00CA79DE"/>
    <w:rsid w:val="00CB5876"/>
    <w:rsid w:val="00CB6D09"/>
    <w:rsid w:val="00CB7CA6"/>
    <w:rsid w:val="00CC1EDA"/>
    <w:rsid w:val="00CC2420"/>
    <w:rsid w:val="00CC2D15"/>
    <w:rsid w:val="00CC2E0F"/>
    <w:rsid w:val="00CC340B"/>
    <w:rsid w:val="00CC4AF0"/>
    <w:rsid w:val="00CC5E69"/>
    <w:rsid w:val="00CD0202"/>
    <w:rsid w:val="00CD095A"/>
    <w:rsid w:val="00CD2218"/>
    <w:rsid w:val="00CD25E6"/>
    <w:rsid w:val="00CD3140"/>
    <w:rsid w:val="00CD407D"/>
    <w:rsid w:val="00CD4983"/>
    <w:rsid w:val="00CD4BAE"/>
    <w:rsid w:val="00CE0304"/>
    <w:rsid w:val="00CE07F8"/>
    <w:rsid w:val="00CE2E10"/>
    <w:rsid w:val="00CE56AB"/>
    <w:rsid w:val="00CF1173"/>
    <w:rsid w:val="00CF262B"/>
    <w:rsid w:val="00CF4A74"/>
    <w:rsid w:val="00CF5743"/>
    <w:rsid w:val="00CF6D93"/>
    <w:rsid w:val="00D01AFC"/>
    <w:rsid w:val="00D01B89"/>
    <w:rsid w:val="00D02525"/>
    <w:rsid w:val="00D036A7"/>
    <w:rsid w:val="00D1016D"/>
    <w:rsid w:val="00D12BA0"/>
    <w:rsid w:val="00D201AC"/>
    <w:rsid w:val="00D26F5A"/>
    <w:rsid w:val="00D348D1"/>
    <w:rsid w:val="00D35816"/>
    <w:rsid w:val="00D40340"/>
    <w:rsid w:val="00D40F99"/>
    <w:rsid w:val="00D42E4E"/>
    <w:rsid w:val="00D51CD1"/>
    <w:rsid w:val="00D539CC"/>
    <w:rsid w:val="00D5623C"/>
    <w:rsid w:val="00D5773C"/>
    <w:rsid w:val="00D607EA"/>
    <w:rsid w:val="00D6598D"/>
    <w:rsid w:val="00D71C2E"/>
    <w:rsid w:val="00D72129"/>
    <w:rsid w:val="00D74A6E"/>
    <w:rsid w:val="00D76541"/>
    <w:rsid w:val="00D76CDE"/>
    <w:rsid w:val="00D84930"/>
    <w:rsid w:val="00D874AB"/>
    <w:rsid w:val="00D874BB"/>
    <w:rsid w:val="00D9117D"/>
    <w:rsid w:val="00D921B9"/>
    <w:rsid w:val="00D94707"/>
    <w:rsid w:val="00DA1721"/>
    <w:rsid w:val="00DA1738"/>
    <w:rsid w:val="00DA4F3B"/>
    <w:rsid w:val="00DA60A4"/>
    <w:rsid w:val="00DA7D1E"/>
    <w:rsid w:val="00DB0C56"/>
    <w:rsid w:val="00DB3B82"/>
    <w:rsid w:val="00DC332D"/>
    <w:rsid w:val="00DC3DD7"/>
    <w:rsid w:val="00DC7F42"/>
    <w:rsid w:val="00DE79B6"/>
    <w:rsid w:val="00DF3321"/>
    <w:rsid w:val="00DF56AD"/>
    <w:rsid w:val="00DF585A"/>
    <w:rsid w:val="00DF5A84"/>
    <w:rsid w:val="00DF6B0C"/>
    <w:rsid w:val="00DF7346"/>
    <w:rsid w:val="00E07EC9"/>
    <w:rsid w:val="00E12A01"/>
    <w:rsid w:val="00E13BE4"/>
    <w:rsid w:val="00E148B8"/>
    <w:rsid w:val="00E22178"/>
    <w:rsid w:val="00E22C6A"/>
    <w:rsid w:val="00E23AD3"/>
    <w:rsid w:val="00E27876"/>
    <w:rsid w:val="00E3235F"/>
    <w:rsid w:val="00E32AA3"/>
    <w:rsid w:val="00E33FAC"/>
    <w:rsid w:val="00E34ADA"/>
    <w:rsid w:val="00E35400"/>
    <w:rsid w:val="00E413BE"/>
    <w:rsid w:val="00E42ABA"/>
    <w:rsid w:val="00E43233"/>
    <w:rsid w:val="00E47789"/>
    <w:rsid w:val="00E5058B"/>
    <w:rsid w:val="00E52012"/>
    <w:rsid w:val="00E5216C"/>
    <w:rsid w:val="00E52279"/>
    <w:rsid w:val="00E53C61"/>
    <w:rsid w:val="00E6451C"/>
    <w:rsid w:val="00E703F3"/>
    <w:rsid w:val="00E72389"/>
    <w:rsid w:val="00E7332C"/>
    <w:rsid w:val="00E758B5"/>
    <w:rsid w:val="00E81381"/>
    <w:rsid w:val="00E8183B"/>
    <w:rsid w:val="00E823C3"/>
    <w:rsid w:val="00E836CD"/>
    <w:rsid w:val="00E852E6"/>
    <w:rsid w:val="00E8551C"/>
    <w:rsid w:val="00E87055"/>
    <w:rsid w:val="00E87F34"/>
    <w:rsid w:val="00E92C61"/>
    <w:rsid w:val="00E9618E"/>
    <w:rsid w:val="00E9662D"/>
    <w:rsid w:val="00E97DCE"/>
    <w:rsid w:val="00E97EEF"/>
    <w:rsid w:val="00E97F30"/>
    <w:rsid w:val="00EA1A8D"/>
    <w:rsid w:val="00EB2E8F"/>
    <w:rsid w:val="00EB5050"/>
    <w:rsid w:val="00EB7B4A"/>
    <w:rsid w:val="00EC240D"/>
    <w:rsid w:val="00EC57D4"/>
    <w:rsid w:val="00EC5A60"/>
    <w:rsid w:val="00EC6BA1"/>
    <w:rsid w:val="00EC7BB1"/>
    <w:rsid w:val="00ED3F7F"/>
    <w:rsid w:val="00ED6E90"/>
    <w:rsid w:val="00EE4D19"/>
    <w:rsid w:val="00EE7C7D"/>
    <w:rsid w:val="00EE7E64"/>
    <w:rsid w:val="00EF0B70"/>
    <w:rsid w:val="00EF1C79"/>
    <w:rsid w:val="00EF4F36"/>
    <w:rsid w:val="00EF63D7"/>
    <w:rsid w:val="00EF6B3E"/>
    <w:rsid w:val="00F01877"/>
    <w:rsid w:val="00F06832"/>
    <w:rsid w:val="00F13C94"/>
    <w:rsid w:val="00F24340"/>
    <w:rsid w:val="00F278B5"/>
    <w:rsid w:val="00F30693"/>
    <w:rsid w:val="00F307E9"/>
    <w:rsid w:val="00F30BB4"/>
    <w:rsid w:val="00F329F6"/>
    <w:rsid w:val="00F34FFF"/>
    <w:rsid w:val="00F4317A"/>
    <w:rsid w:val="00F45F00"/>
    <w:rsid w:val="00F517FF"/>
    <w:rsid w:val="00F546B0"/>
    <w:rsid w:val="00F55EF3"/>
    <w:rsid w:val="00F56A06"/>
    <w:rsid w:val="00F57025"/>
    <w:rsid w:val="00F6255E"/>
    <w:rsid w:val="00F62C8B"/>
    <w:rsid w:val="00F63DDC"/>
    <w:rsid w:val="00F66E36"/>
    <w:rsid w:val="00F67EBC"/>
    <w:rsid w:val="00F72C87"/>
    <w:rsid w:val="00F73720"/>
    <w:rsid w:val="00F73A0E"/>
    <w:rsid w:val="00F77228"/>
    <w:rsid w:val="00F8275A"/>
    <w:rsid w:val="00F87753"/>
    <w:rsid w:val="00F90581"/>
    <w:rsid w:val="00F92C44"/>
    <w:rsid w:val="00F9516B"/>
    <w:rsid w:val="00F97678"/>
    <w:rsid w:val="00FA067A"/>
    <w:rsid w:val="00FA3C24"/>
    <w:rsid w:val="00FA695B"/>
    <w:rsid w:val="00FB0FEE"/>
    <w:rsid w:val="00FB2508"/>
    <w:rsid w:val="00FB4DDB"/>
    <w:rsid w:val="00FC0897"/>
    <w:rsid w:val="00FC18BB"/>
    <w:rsid w:val="00FC5696"/>
    <w:rsid w:val="00FC6849"/>
    <w:rsid w:val="00FC72B2"/>
    <w:rsid w:val="00FD257A"/>
    <w:rsid w:val="00FD2D52"/>
    <w:rsid w:val="00FD6727"/>
    <w:rsid w:val="00FE12F8"/>
    <w:rsid w:val="00FE1317"/>
    <w:rsid w:val="00FE14C0"/>
    <w:rsid w:val="00FE1ABF"/>
    <w:rsid w:val="00FE2005"/>
    <w:rsid w:val="00FE2ABC"/>
    <w:rsid w:val="00FE45A8"/>
    <w:rsid w:val="00FE4C8F"/>
    <w:rsid w:val="00FE57F4"/>
    <w:rsid w:val="00FE5A62"/>
    <w:rsid w:val="00FE6D22"/>
    <w:rsid w:val="00FF1D43"/>
    <w:rsid w:val="00FF64B2"/>
    <w:rsid w:val="00FF6D0E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67ED9"/>
    <w:pPr>
      <w:spacing w:line="300" w:lineRule="exact"/>
      <w:jc w:val="both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7ED9"/>
    <w:pPr>
      <w:keepNext/>
      <w:numPr>
        <w:numId w:val="9"/>
      </w:numPr>
      <w:tabs>
        <w:tab w:val="clear" w:pos="360"/>
        <w:tab w:val="num" w:pos="432"/>
      </w:tabs>
      <w:ind w:left="432" w:hanging="432"/>
      <w:jc w:val="left"/>
      <w:outlineLvl w:val="0"/>
    </w:pPr>
    <w:rPr>
      <w:cap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7ED9"/>
    <w:pPr>
      <w:keepNext/>
      <w:numPr>
        <w:ilvl w:val="1"/>
        <w:numId w:val="9"/>
      </w:numPr>
      <w:tabs>
        <w:tab w:val="clear" w:pos="360"/>
        <w:tab w:val="num" w:pos="576"/>
      </w:tabs>
      <w:ind w:left="576" w:hanging="576"/>
      <w:outlineLvl w:val="1"/>
    </w:pPr>
    <w:rPr>
      <w:b/>
      <w:bCs/>
      <w:caps/>
    </w:rPr>
  </w:style>
  <w:style w:type="paragraph" w:styleId="Heading3">
    <w:name w:val="heading 3"/>
    <w:basedOn w:val="Normal"/>
    <w:next w:val="Normal"/>
    <w:link w:val="Heading3Char"/>
    <w:uiPriority w:val="99"/>
    <w:qFormat/>
    <w:rsid w:val="006A208A"/>
    <w:pPr>
      <w:keepNext/>
      <w:tabs>
        <w:tab w:val="num" w:pos="720"/>
      </w:tabs>
      <w:ind w:left="720" w:hanging="720"/>
      <w:outlineLvl w:val="2"/>
    </w:pPr>
    <w:rPr>
      <w:caps/>
    </w:rPr>
  </w:style>
  <w:style w:type="paragraph" w:styleId="Heading4">
    <w:name w:val="heading 4"/>
    <w:basedOn w:val="Normal"/>
    <w:next w:val="Normal"/>
    <w:link w:val="Heading4Char"/>
    <w:uiPriority w:val="99"/>
    <w:qFormat/>
    <w:rsid w:val="006A208A"/>
    <w:pPr>
      <w:keepNext/>
      <w:tabs>
        <w:tab w:val="num" w:pos="864"/>
      </w:tabs>
      <w:spacing w:before="240" w:after="60"/>
      <w:ind w:left="864" w:hanging="864"/>
      <w:outlineLvl w:val="3"/>
    </w:pPr>
    <w:rPr>
      <w:rFonts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A208A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A208A"/>
    <w:pPr>
      <w:tabs>
        <w:tab w:val="num" w:pos="1152"/>
      </w:tabs>
      <w:spacing w:before="240" w:after="60"/>
      <w:ind w:left="1152" w:hanging="1152"/>
      <w:outlineLvl w:val="5"/>
    </w:pPr>
    <w:rPr>
      <w:rFonts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A208A"/>
    <w:pPr>
      <w:tabs>
        <w:tab w:val="num" w:pos="1296"/>
      </w:tabs>
      <w:spacing w:before="240" w:after="60"/>
      <w:ind w:left="1296" w:hanging="1296"/>
      <w:outlineLvl w:val="6"/>
    </w:pPr>
    <w:rPr>
      <w:rFonts w:cs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A208A"/>
    <w:pPr>
      <w:tabs>
        <w:tab w:val="num" w:pos="1440"/>
      </w:tabs>
      <w:spacing w:before="240" w:after="60"/>
      <w:ind w:left="1440" w:hanging="1440"/>
      <w:outlineLvl w:val="7"/>
    </w:pPr>
    <w:rPr>
      <w:rFonts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6A208A"/>
    <w:pPr>
      <w:tabs>
        <w:tab w:val="num" w:pos="1584"/>
      </w:tabs>
      <w:spacing w:before="240" w:after="60"/>
      <w:ind w:left="1584" w:hanging="1584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7ED9"/>
    <w:rPr>
      <w:rFonts w:ascii="Arial" w:hAnsi="Arial" w:cs="Arial"/>
      <w:caps/>
      <w:sz w:val="24"/>
      <w:szCs w:val="24"/>
      <w:lang w:val="pl-PL" w:eastAsia="pl-PL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67ED9"/>
    <w:rPr>
      <w:rFonts w:ascii="Arial" w:hAnsi="Arial" w:cs="Arial"/>
      <w:b/>
      <w:bCs/>
      <w:caps/>
      <w:lang w:val="pl-PL" w:eastAsia="pl-PL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933A9"/>
    <w:rPr>
      <w:rFonts w:ascii="Arial" w:hAnsi="Arial" w:cs="Arial"/>
      <w:cap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062D0"/>
    <w:rPr>
      <w:rFonts w:ascii="Arial" w:hAnsi="Arial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062D0"/>
    <w:rPr>
      <w:rFonts w:ascii="Arial" w:hAnsi="Arial"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062D0"/>
    <w:rPr>
      <w:rFonts w:ascii="Arial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062D0"/>
    <w:rPr>
      <w:rFonts w:ascii="Arial" w:hAnsi="Arial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062D0"/>
    <w:rPr>
      <w:rFonts w:ascii="Arial" w:hAnsi="Arial" w:cs="Times New Roman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062D0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rsid w:val="006A208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A208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10F62"/>
    <w:rPr>
      <w:rFonts w:ascii="Arial" w:hAnsi="Arial" w:cs="Arial"/>
    </w:rPr>
  </w:style>
  <w:style w:type="paragraph" w:styleId="Title">
    <w:name w:val="Title"/>
    <w:basedOn w:val="Normal"/>
    <w:link w:val="TitleChar"/>
    <w:uiPriority w:val="99"/>
    <w:qFormat/>
    <w:rsid w:val="006A208A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0062D0"/>
    <w:rPr>
      <w:rFonts w:ascii="Cambria" w:hAnsi="Cambria" w:cs="Times New Roman"/>
      <w:b/>
      <w:bCs/>
      <w:kern w:val="28"/>
      <w:sz w:val="32"/>
      <w:szCs w:val="32"/>
    </w:rPr>
  </w:style>
  <w:style w:type="paragraph" w:styleId="EndnoteText">
    <w:name w:val="endnote text"/>
    <w:basedOn w:val="Normal"/>
    <w:link w:val="EndnoteTextChar"/>
    <w:uiPriority w:val="99"/>
    <w:semiHidden/>
    <w:rsid w:val="006A208A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062D0"/>
    <w:rPr>
      <w:rFonts w:ascii="Arial" w:hAnsi="Arial" w:cs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6A208A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6A208A"/>
    <w:pPr>
      <w:ind w:left="1416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10F62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6A20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062D0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6A208A"/>
    <w:rPr>
      <w:rFonts w:ascii="Arial" w:hAnsi="Arial" w:cs="Arial"/>
    </w:rPr>
  </w:style>
  <w:style w:type="paragraph" w:styleId="FootnoteText">
    <w:name w:val="footnote text"/>
    <w:basedOn w:val="Normal"/>
    <w:link w:val="FootnoteTextChar"/>
    <w:uiPriority w:val="99"/>
    <w:semiHidden/>
    <w:rsid w:val="006A208A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062D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A208A"/>
    <w:rPr>
      <w:rFonts w:cs="Times New Roman"/>
      <w:vertAlign w:val="superscript"/>
    </w:rPr>
  </w:style>
  <w:style w:type="paragraph" w:styleId="BodyTextIndent2">
    <w:name w:val="Body Text Indent 2"/>
    <w:basedOn w:val="Normal"/>
    <w:link w:val="BodyTextIndent2Char"/>
    <w:uiPriority w:val="99"/>
    <w:rsid w:val="006A208A"/>
    <w:pPr>
      <w:spacing w:line="360" w:lineRule="auto"/>
      <w:ind w:left="709" w:firstLine="709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062D0"/>
    <w:rPr>
      <w:rFonts w:ascii="Arial" w:hAnsi="Arial" w:cs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6A208A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0062D0"/>
    <w:rPr>
      <w:rFonts w:ascii="Courier New" w:hAnsi="Courier New" w:cs="Courier New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6A208A"/>
    <w:pPr>
      <w:spacing w:line="360" w:lineRule="auto"/>
      <w:ind w:left="708" w:firstLine="708"/>
    </w:pPr>
    <w:rPr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062D0"/>
    <w:rPr>
      <w:rFonts w:ascii="Arial" w:hAnsi="Arial" w:cs="Arial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6A208A"/>
    <w:pPr>
      <w:spacing w:line="360" w:lineRule="auto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10F62"/>
    <w:rPr>
      <w:rFonts w:ascii="Arial" w:hAnsi="Arial" w:cs="Arial"/>
      <w:sz w:val="24"/>
      <w:szCs w:val="24"/>
      <w:lang w:eastAsia="en-US"/>
    </w:rPr>
  </w:style>
  <w:style w:type="paragraph" w:styleId="ListBullet2">
    <w:name w:val="List Bullet 2"/>
    <w:aliases w:val="kropki"/>
    <w:basedOn w:val="Normal"/>
    <w:autoRedefine/>
    <w:uiPriority w:val="99"/>
    <w:rsid w:val="006A208A"/>
    <w:pPr>
      <w:numPr>
        <w:numId w:val="4"/>
      </w:numPr>
    </w:pPr>
  </w:style>
  <w:style w:type="paragraph" w:customStyle="1" w:styleId="kreska">
    <w:name w:val="kreska"/>
    <w:basedOn w:val="Normal"/>
    <w:autoRedefine/>
    <w:uiPriority w:val="99"/>
    <w:rsid w:val="00B4123F"/>
    <w:pPr>
      <w:pBdr>
        <w:top w:val="single" w:sz="6" w:space="1" w:color="auto"/>
      </w:pBdr>
      <w:spacing w:line="240" w:lineRule="auto"/>
    </w:pPr>
  </w:style>
  <w:style w:type="paragraph" w:customStyle="1" w:styleId="Tytu1">
    <w:name w:val="Tytuł1"/>
    <w:basedOn w:val="Heading1"/>
    <w:uiPriority w:val="99"/>
    <w:rsid w:val="00C461C1"/>
    <w:pPr>
      <w:numPr>
        <w:numId w:val="0"/>
      </w:numPr>
      <w:spacing w:line="240" w:lineRule="auto"/>
    </w:pPr>
    <w:rPr>
      <w:b/>
      <w:bCs/>
    </w:rPr>
  </w:style>
  <w:style w:type="paragraph" w:styleId="Header">
    <w:name w:val="header"/>
    <w:basedOn w:val="Normal"/>
    <w:link w:val="HeaderChar"/>
    <w:uiPriority w:val="99"/>
    <w:rsid w:val="006A208A"/>
    <w:pPr>
      <w:tabs>
        <w:tab w:val="center" w:pos="4536"/>
        <w:tab w:val="right" w:pos="9072"/>
      </w:tabs>
      <w:spacing w:line="240" w:lineRule="auto"/>
    </w:pPr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81381"/>
    <w:rPr>
      <w:rFonts w:ascii="Arial" w:hAnsi="Arial" w:cs="Arial"/>
      <w:sz w:val="24"/>
      <w:szCs w:val="24"/>
      <w:lang w:val="en-GB" w:eastAsia="en-US"/>
    </w:rPr>
  </w:style>
  <w:style w:type="paragraph" w:customStyle="1" w:styleId="karta1">
    <w:name w:val="karta1"/>
    <w:basedOn w:val="Normal"/>
    <w:uiPriority w:val="99"/>
    <w:rsid w:val="006A208A"/>
    <w:pPr>
      <w:spacing w:line="240" w:lineRule="auto"/>
      <w:jc w:val="center"/>
    </w:pPr>
    <w:rPr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99"/>
    <w:semiHidden/>
    <w:rsid w:val="006A208A"/>
  </w:style>
  <w:style w:type="paragraph" w:styleId="TOC2">
    <w:name w:val="toc 2"/>
    <w:basedOn w:val="Normal"/>
    <w:next w:val="Normal"/>
    <w:autoRedefine/>
    <w:uiPriority w:val="99"/>
    <w:semiHidden/>
    <w:rsid w:val="006A208A"/>
    <w:pPr>
      <w:ind w:left="220"/>
    </w:pPr>
  </w:style>
  <w:style w:type="paragraph" w:styleId="TOC3">
    <w:name w:val="toc 3"/>
    <w:basedOn w:val="Normal"/>
    <w:next w:val="Normal"/>
    <w:autoRedefine/>
    <w:uiPriority w:val="99"/>
    <w:semiHidden/>
    <w:rsid w:val="006A208A"/>
    <w:pPr>
      <w:ind w:left="440"/>
    </w:pPr>
  </w:style>
  <w:style w:type="paragraph" w:styleId="TOC4">
    <w:name w:val="toc 4"/>
    <w:basedOn w:val="Normal"/>
    <w:next w:val="Normal"/>
    <w:autoRedefine/>
    <w:uiPriority w:val="99"/>
    <w:semiHidden/>
    <w:rsid w:val="006A208A"/>
    <w:pPr>
      <w:ind w:left="660"/>
    </w:pPr>
  </w:style>
  <w:style w:type="paragraph" w:styleId="TOC5">
    <w:name w:val="toc 5"/>
    <w:basedOn w:val="Normal"/>
    <w:next w:val="Normal"/>
    <w:autoRedefine/>
    <w:uiPriority w:val="99"/>
    <w:semiHidden/>
    <w:rsid w:val="006A208A"/>
    <w:pPr>
      <w:ind w:left="880"/>
    </w:pPr>
  </w:style>
  <w:style w:type="paragraph" w:styleId="TOC6">
    <w:name w:val="toc 6"/>
    <w:basedOn w:val="Normal"/>
    <w:next w:val="Normal"/>
    <w:autoRedefine/>
    <w:uiPriority w:val="99"/>
    <w:semiHidden/>
    <w:rsid w:val="006A208A"/>
    <w:pPr>
      <w:ind w:left="1100"/>
    </w:pPr>
  </w:style>
  <w:style w:type="paragraph" w:styleId="TOC7">
    <w:name w:val="toc 7"/>
    <w:basedOn w:val="Normal"/>
    <w:next w:val="Normal"/>
    <w:autoRedefine/>
    <w:uiPriority w:val="99"/>
    <w:semiHidden/>
    <w:rsid w:val="006A208A"/>
    <w:pPr>
      <w:ind w:left="1320"/>
    </w:pPr>
  </w:style>
  <w:style w:type="paragraph" w:styleId="TOC8">
    <w:name w:val="toc 8"/>
    <w:basedOn w:val="Normal"/>
    <w:next w:val="Normal"/>
    <w:autoRedefine/>
    <w:uiPriority w:val="99"/>
    <w:semiHidden/>
    <w:rsid w:val="006A208A"/>
    <w:pPr>
      <w:ind w:left="1540"/>
    </w:pPr>
  </w:style>
  <w:style w:type="paragraph" w:styleId="TOC9">
    <w:name w:val="toc 9"/>
    <w:basedOn w:val="Normal"/>
    <w:next w:val="Normal"/>
    <w:autoRedefine/>
    <w:uiPriority w:val="99"/>
    <w:semiHidden/>
    <w:rsid w:val="006A208A"/>
    <w:pPr>
      <w:ind w:left="1760"/>
    </w:pPr>
  </w:style>
  <w:style w:type="character" w:styleId="Hyperlink">
    <w:name w:val="Hyperlink"/>
    <w:basedOn w:val="DefaultParagraphFont"/>
    <w:uiPriority w:val="99"/>
    <w:rsid w:val="006A208A"/>
    <w:rPr>
      <w:rFonts w:cs="Times New Roman"/>
      <w:color w:val="0000FF"/>
      <w:u w:val="single"/>
    </w:rPr>
  </w:style>
  <w:style w:type="paragraph" w:customStyle="1" w:styleId="ListNumber11">
    <w:name w:val="List Number1.1"/>
    <w:basedOn w:val="Normal"/>
    <w:uiPriority w:val="99"/>
    <w:rsid w:val="006A208A"/>
    <w:pPr>
      <w:numPr>
        <w:numId w:val="17"/>
      </w:numPr>
    </w:pPr>
  </w:style>
  <w:style w:type="character" w:customStyle="1" w:styleId="ZnakZnak1">
    <w:name w:val="Znak Znak1"/>
    <w:basedOn w:val="DefaultParagraphFont"/>
    <w:uiPriority w:val="99"/>
    <w:rsid w:val="006A208A"/>
    <w:rPr>
      <w:rFonts w:ascii="Arial" w:hAnsi="Arial" w:cs="Arial"/>
      <w:b/>
      <w:bCs/>
      <w:caps/>
      <w:sz w:val="22"/>
      <w:szCs w:val="22"/>
      <w:lang w:val="pl-PL" w:eastAsia="pl-PL"/>
    </w:rPr>
  </w:style>
  <w:style w:type="character" w:customStyle="1" w:styleId="karta1Char">
    <w:name w:val="karta1 Char"/>
    <w:basedOn w:val="DefaultParagraphFont"/>
    <w:uiPriority w:val="99"/>
    <w:rsid w:val="006A208A"/>
    <w:rPr>
      <w:rFonts w:ascii="Arial" w:hAnsi="Arial" w:cs="Arial"/>
      <w:sz w:val="24"/>
      <w:szCs w:val="24"/>
      <w:lang w:val="pl-PL" w:eastAsia="en-US"/>
    </w:rPr>
  </w:style>
  <w:style w:type="character" w:customStyle="1" w:styleId="Style14pt">
    <w:name w:val="Style 14 pt"/>
    <w:basedOn w:val="DefaultParagraphFont"/>
    <w:uiPriority w:val="99"/>
    <w:rsid w:val="006A208A"/>
    <w:rPr>
      <w:rFonts w:cs="Times New Roman"/>
      <w:sz w:val="28"/>
      <w:szCs w:val="28"/>
    </w:rPr>
  </w:style>
  <w:style w:type="paragraph" w:customStyle="1" w:styleId="12">
    <w:name w:val="12"/>
    <w:basedOn w:val="Normal"/>
    <w:uiPriority w:val="99"/>
    <w:rsid w:val="006A208A"/>
    <w:pPr>
      <w:spacing w:line="240" w:lineRule="auto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E8138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062D0"/>
    <w:rPr>
      <w:rFonts w:ascii="Arial" w:hAnsi="Arial" w:cs="Arial"/>
      <w:sz w:val="20"/>
      <w:szCs w:val="20"/>
    </w:rPr>
  </w:style>
  <w:style w:type="paragraph" w:customStyle="1" w:styleId="normal-single">
    <w:name w:val="normal-single"/>
    <w:basedOn w:val="Normal"/>
    <w:uiPriority w:val="99"/>
    <w:rsid w:val="006A208A"/>
    <w:pPr>
      <w:spacing w:line="240" w:lineRule="auto"/>
    </w:pPr>
  </w:style>
  <w:style w:type="paragraph" w:customStyle="1" w:styleId="numbered-rys">
    <w:name w:val="numbered-rys"/>
    <w:basedOn w:val="Normal"/>
    <w:uiPriority w:val="99"/>
    <w:rsid w:val="006A208A"/>
    <w:pPr>
      <w:numPr>
        <w:numId w:val="19"/>
      </w:numPr>
    </w:pPr>
  </w:style>
  <w:style w:type="paragraph" w:styleId="ListNumber2">
    <w:name w:val="List Number 2"/>
    <w:basedOn w:val="Normal"/>
    <w:autoRedefine/>
    <w:uiPriority w:val="99"/>
    <w:rsid w:val="0055448C"/>
    <w:pPr>
      <w:tabs>
        <w:tab w:val="num" w:pos="643"/>
      </w:tabs>
      <w:ind w:left="643" w:hanging="360"/>
      <w:jc w:val="left"/>
    </w:pPr>
    <w:rPr>
      <w:lang w:eastAsia="en-US"/>
    </w:rPr>
  </w:style>
  <w:style w:type="paragraph" w:customStyle="1" w:styleId="tabelkatyt">
    <w:name w:val="tabelka tyt"/>
    <w:basedOn w:val="normal-single"/>
    <w:uiPriority w:val="99"/>
    <w:rsid w:val="006A208A"/>
    <w:pPr>
      <w:tabs>
        <w:tab w:val="left" w:pos="2835"/>
        <w:tab w:val="right" w:leader="underscore" w:pos="8505"/>
      </w:tabs>
      <w:ind w:left="567"/>
    </w:pPr>
  </w:style>
  <w:style w:type="character" w:customStyle="1" w:styleId="kropkiZnakZnak">
    <w:name w:val="kropki Znak Znak"/>
    <w:basedOn w:val="DefaultParagraphFont"/>
    <w:uiPriority w:val="99"/>
    <w:rsid w:val="006A208A"/>
    <w:rPr>
      <w:rFonts w:ascii="Arial" w:hAnsi="Arial" w:cs="Arial"/>
      <w:lang w:val="pl-PL" w:eastAsia="pl-PL"/>
    </w:rPr>
  </w:style>
  <w:style w:type="character" w:customStyle="1" w:styleId="BodyText3Char">
    <w:name w:val="Body Text 3 Char"/>
    <w:uiPriority w:val="99"/>
    <w:locked/>
    <w:rsid w:val="006A208A"/>
    <w:rPr>
      <w:rFonts w:ascii="Arial" w:hAnsi="Arial"/>
      <w:caps/>
      <w:sz w:val="28"/>
      <w:lang w:val="pl-PL" w:eastAsia="pl-PL"/>
    </w:rPr>
  </w:style>
  <w:style w:type="character" w:customStyle="1" w:styleId="ZnakZnak">
    <w:name w:val="Znak Znak"/>
    <w:basedOn w:val="DefaultParagraphFont"/>
    <w:uiPriority w:val="99"/>
    <w:rsid w:val="006A208A"/>
    <w:rPr>
      <w:rFonts w:ascii="Arial" w:hAnsi="Arial" w:cs="Arial"/>
      <w:caps/>
      <w:sz w:val="22"/>
      <w:szCs w:val="22"/>
      <w:lang w:val="pl-PL" w:eastAsia="pl-PL"/>
    </w:rPr>
  </w:style>
  <w:style w:type="paragraph" w:styleId="List2">
    <w:name w:val="List 2"/>
    <w:basedOn w:val="Normal"/>
    <w:uiPriority w:val="99"/>
    <w:rsid w:val="006A208A"/>
    <w:pPr>
      <w:ind w:left="566" w:hanging="283"/>
    </w:pPr>
  </w:style>
  <w:style w:type="paragraph" w:styleId="ListBullet">
    <w:name w:val="List Bullet"/>
    <w:basedOn w:val="Normal"/>
    <w:link w:val="ListBulletChar"/>
    <w:uiPriority w:val="99"/>
    <w:rsid w:val="006A208A"/>
    <w:pPr>
      <w:numPr>
        <w:numId w:val="20"/>
      </w:numPr>
    </w:pPr>
  </w:style>
  <w:style w:type="paragraph" w:customStyle="1" w:styleId="BalloonText1">
    <w:name w:val="Balloon Text1"/>
    <w:basedOn w:val="Normal"/>
    <w:uiPriority w:val="99"/>
    <w:semiHidden/>
    <w:rsid w:val="006A208A"/>
    <w:rPr>
      <w:rFonts w:ascii="Tahoma" w:hAnsi="Tahoma" w:cs="Tahoma"/>
      <w:sz w:val="16"/>
      <w:szCs w:val="16"/>
    </w:rPr>
  </w:style>
  <w:style w:type="paragraph" w:customStyle="1" w:styleId="number-rys-R">
    <w:name w:val="number-rys-R"/>
    <w:basedOn w:val="Normal"/>
    <w:autoRedefine/>
    <w:uiPriority w:val="99"/>
    <w:rsid w:val="008E7C01"/>
    <w:pPr>
      <w:numPr>
        <w:numId w:val="21"/>
      </w:numPr>
      <w:ind w:left="714" w:hanging="288"/>
    </w:pPr>
  </w:style>
  <w:style w:type="paragraph" w:customStyle="1" w:styleId="number-rys-P">
    <w:name w:val="number -rys-P"/>
    <w:basedOn w:val="Normal"/>
    <w:uiPriority w:val="99"/>
    <w:rsid w:val="00C87725"/>
    <w:pPr>
      <w:tabs>
        <w:tab w:val="num" w:pos="720"/>
      </w:tabs>
      <w:ind w:left="720" w:hanging="360"/>
    </w:pPr>
  </w:style>
  <w:style w:type="paragraph" w:customStyle="1" w:styleId="number-rys-D">
    <w:name w:val="number-rys-D"/>
    <w:basedOn w:val="Normal"/>
    <w:uiPriority w:val="99"/>
    <w:rsid w:val="006A208A"/>
    <w:pPr>
      <w:numPr>
        <w:numId w:val="22"/>
      </w:numPr>
    </w:pPr>
  </w:style>
  <w:style w:type="paragraph" w:customStyle="1" w:styleId="number-rys-Z">
    <w:name w:val="number-rys-Z"/>
    <w:basedOn w:val="numbered-rys"/>
    <w:uiPriority w:val="99"/>
    <w:rsid w:val="000728F3"/>
    <w:pPr>
      <w:numPr>
        <w:numId w:val="25"/>
      </w:numPr>
      <w:tabs>
        <w:tab w:val="num" w:pos="861"/>
        <w:tab w:val="num" w:pos="1070"/>
      </w:tabs>
      <w:ind w:left="714" w:hanging="288"/>
    </w:pPr>
  </w:style>
  <w:style w:type="paragraph" w:customStyle="1" w:styleId="number-rys-T">
    <w:name w:val="number-rys-T"/>
    <w:basedOn w:val="number-rys-Z"/>
    <w:uiPriority w:val="99"/>
    <w:rsid w:val="000728F3"/>
    <w:pPr>
      <w:numPr>
        <w:numId w:val="23"/>
      </w:numPr>
      <w:ind w:hanging="294"/>
    </w:pPr>
  </w:style>
  <w:style w:type="paragraph" w:customStyle="1" w:styleId="number-rys-E">
    <w:name w:val="number-rys-E"/>
    <w:basedOn w:val="number-rys-R"/>
    <w:autoRedefine/>
    <w:uiPriority w:val="99"/>
    <w:rsid w:val="00C87725"/>
    <w:pPr>
      <w:numPr>
        <w:numId w:val="24"/>
      </w:numPr>
      <w:tabs>
        <w:tab w:val="num" w:pos="420"/>
        <w:tab w:val="num" w:pos="1070"/>
      </w:tabs>
      <w:ind w:left="1070" w:hanging="357"/>
    </w:pPr>
  </w:style>
  <w:style w:type="paragraph" w:customStyle="1" w:styleId="BodyText31">
    <w:name w:val="Body Text 31"/>
    <w:basedOn w:val="Normal"/>
    <w:uiPriority w:val="99"/>
    <w:rsid w:val="006A208A"/>
    <w:pPr>
      <w:overflowPunct w:val="0"/>
      <w:autoSpaceDE w:val="0"/>
      <w:autoSpaceDN w:val="0"/>
      <w:adjustRightInd w:val="0"/>
      <w:spacing w:line="360" w:lineRule="auto"/>
      <w:textAlignment w:val="baseline"/>
    </w:pPr>
    <w:rPr>
      <w:b/>
      <w:bCs/>
      <w:sz w:val="22"/>
      <w:szCs w:val="22"/>
    </w:rPr>
  </w:style>
  <w:style w:type="paragraph" w:customStyle="1" w:styleId="Artyku">
    <w:name w:val="Artykuł"/>
    <w:uiPriority w:val="99"/>
    <w:rsid w:val="006A208A"/>
    <w:pPr>
      <w:widowControl w:val="0"/>
      <w:snapToGrid w:val="0"/>
      <w:spacing w:before="56"/>
      <w:ind w:firstLine="34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Punkt">
    <w:name w:val="Punkt"/>
    <w:basedOn w:val="Normal"/>
    <w:uiPriority w:val="99"/>
    <w:rsid w:val="006A208A"/>
    <w:pPr>
      <w:spacing w:before="57" w:line="240" w:lineRule="auto"/>
      <w:ind w:left="544" w:hanging="204"/>
    </w:pPr>
    <w:rPr>
      <w:sz w:val="18"/>
      <w:szCs w:val="18"/>
    </w:rPr>
  </w:style>
  <w:style w:type="paragraph" w:customStyle="1" w:styleId="number-rys-K">
    <w:name w:val="number-rys-K."/>
    <w:basedOn w:val="number-rys-Z"/>
    <w:uiPriority w:val="99"/>
    <w:rsid w:val="006A208A"/>
    <w:pPr>
      <w:tabs>
        <w:tab w:val="clear" w:pos="720"/>
        <w:tab w:val="num" w:pos="420"/>
      </w:tabs>
      <w:ind w:left="861" w:hanging="360"/>
    </w:pPr>
  </w:style>
  <w:style w:type="paragraph" w:customStyle="1" w:styleId="number-rys-Ra">
    <w:name w:val="number-rys-Ra"/>
    <w:basedOn w:val="number-rys-R"/>
    <w:uiPriority w:val="99"/>
    <w:rsid w:val="006A208A"/>
    <w:pPr>
      <w:numPr>
        <w:numId w:val="26"/>
      </w:numPr>
    </w:pPr>
  </w:style>
  <w:style w:type="paragraph" w:styleId="BodyText3">
    <w:name w:val="Body Text 3"/>
    <w:basedOn w:val="Normal"/>
    <w:link w:val="BodyText3Char1"/>
    <w:uiPriority w:val="99"/>
    <w:semiHidden/>
    <w:rsid w:val="00E81381"/>
    <w:pPr>
      <w:spacing w:after="120" w:line="276" w:lineRule="auto"/>
      <w:jc w:val="left"/>
    </w:pPr>
    <w:rPr>
      <w:rFonts w:cs="Times New Roman"/>
      <w:caps/>
      <w:sz w:val="28"/>
      <w:szCs w:val="28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locked/>
    <w:rsid w:val="000062D0"/>
    <w:rPr>
      <w:rFonts w:ascii="Arial" w:hAnsi="Arial" w:cs="Arial"/>
      <w:sz w:val="16"/>
      <w:szCs w:val="16"/>
    </w:rPr>
  </w:style>
  <w:style w:type="paragraph" w:customStyle="1" w:styleId="Wypunktowanieponagwku-2">
    <w:name w:val="Wypunktowanie po nagłówku-2"/>
    <w:basedOn w:val="Normal"/>
    <w:autoRedefine/>
    <w:uiPriority w:val="99"/>
    <w:rsid w:val="00E81381"/>
    <w:pPr>
      <w:numPr>
        <w:numId w:val="28"/>
      </w:numPr>
      <w:tabs>
        <w:tab w:val="left" w:pos="1080"/>
      </w:tabs>
      <w:spacing w:line="240" w:lineRule="auto"/>
      <w:jc w:val="left"/>
    </w:pPr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E81381"/>
    <w:pPr>
      <w:spacing w:before="100" w:beforeAutospacing="1" w:after="100" w:afterAutospacing="1" w:line="240" w:lineRule="auto"/>
      <w:ind w:left="129" w:right="129"/>
      <w:jc w:val="left"/>
    </w:pPr>
    <w:rPr>
      <w:rFonts w:ascii="Verdana" w:hAnsi="Verdana" w:cs="Verdana"/>
      <w:sz w:val="14"/>
      <w:szCs w:val="14"/>
    </w:rPr>
  </w:style>
  <w:style w:type="character" w:customStyle="1" w:styleId="verd10granat1">
    <w:name w:val="verd10granat1"/>
    <w:basedOn w:val="DefaultParagraphFont"/>
    <w:uiPriority w:val="99"/>
    <w:rsid w:val="00E81381"/>
    <w:rPr>
      <w:rFonts w:ascii="Verdana" w:hAnsi="Verdana" w:cs="Verdana"/>
      <w:color w:val="auto"/>
      <w:sz w:val="17"/>
      <w:szCs w:val="17"/>
      <w:u w:val="none"/>
      <w:effect w:val="none"/>
    </w:rPr>
  </w:style>
  <w:style w:type="character" w:customStyle="1" w:styleId="verd10bordo1">
    <w:name w:val="verd10bordo1"/>
    <w:basedOn w:val="DefaultParagraphFont"/>
    <w:uiPriority w:val="99"/>
    <w:rsid w:val="00E81381"/>
    <w:rPr>
      <w:rFonts w:ascii="Verdana" w:hAnsi="Verdana" w:cs="Verdana"/>
      <w:color w:val="auto"/>
      <w:sz w:val="15"/>
      <w:szCs w:val="15"/>
      <w:u w:val="none"/>
      <w:effect w:val="none"/>
    </w:rPr>
  </w:style>
  <w:style w:type="character" w:customStyle="1" w:styleId="ListBulletChar">
    <w:name w:val="List Bullet Char"/>
    <w:basedOn w:val="DefaultParagraphFont"/>
    <w:link w:val="ListBullet"/>
    <w:uiPriority w:val="99"/>
    <w:locked/>
    <w:rsid w:val="005C1521"/>
    <w:rPr>
      <w:rFonts w:ascii="Arial" w:hAnsi="Arial" w:cs="Arial"/>
      <w:sz w:val="20"/>
      <w:szCs w:val="20"/>
    </w:rPr>
  </w:style>
  <w:style w:type="paragraph" w:customStyle="1" w:styleId="12dorodka">
    <w:name w:val="12 do środka"/>
    <w:basedOn w:val="12"/>
    <w:next w:val="Normal"/>
    <w:uiPriority w:val="99"/>
    <w:rsid w:val="00710F62"/>
    <w:pPr>
      <w:jc w:val="center"/>
    </w:pPr>
  </w:style>
  <w:style w:type="paragraph" w:customStyle="1" w:styleId="ANAGWEK">
    <w:name w:val="A NAGŁÓWEK"/>
    <w:basedOn w:val="Normal"/>
    <w:next w:val="Heading1"/>
    <w:autoRedefine/>
    <w:uiPriority w:val="99"/>
    <w:rsid w:val="0060158B"/>
    <w:pPr>
      <w:numPr>
        <w:numId w:val="31"/>
      </w:numPr>
      <w:tabs>
        <w:tab w:val="left" w:pos="426"/>
      </w:tabs>
      <w:spacing w:line="360" w:lineRule="auto"/>
      <w:ind w:left="584" w:hanging="357"/>
    </w:pPr>
    <w:rPr>
      <w:b/>
      <w:bCs/>
      <w:sz w:val="24"/>
      <w:szCs w:val="24"/>
    </w:rPr>
  </w:style>
  <w:style w:type="paragraph" w:styleId="NoSpacing">
    <w:name w:val="No Spacing"/>
    <w:uiPriority w:val="99"/>
    <w:qFormat/>
    <w:rsid w:val="00077A01"/>
    <w:rPr>
      <w:rFonts w:ascii="Calibri" w:hAnsi="Calibri" w:cs="Calibri"/>
      <w:lang w:eastAsia="en-US"/>
    </w:rPr>
  </w:style>
  <w:style w:type="table" w:styleId="TableGrid">
    <w:name w:val="Table Grid"/>
    <w:basedOn w:val="TableNormal"/>
    <w:uiPriority w:val="99"/>
    <w:rsid w:val="004933A9"/>
    <w:pPr>
      <w:spacing w:line="360" w:lineRule="auto"/>
    </w:pPr>
    <w:rPr>
      <w:rFonts w:ascii="Arial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67ED9"/>
    <w:pPr>
      <w:spacing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Tekstpodstawowy1">
    <w:name w:val="Tekst podstawowy1"/>
    <w:uiPriority w:val="99"/>
    <w:rsid w:val="0054094A"/>
    <w:rPr>
      <w:rFonts w:ascii="Arial" w:hAnsi="Arial"/>
      <w:color w:val="000000"/>
      <w:szCs w:val="20"/>
      <w:lang w:val="en-US"/>
    </w:rPr>
  </w:style>
  <w:style w:type="paragraph" w:customStyle="1" w:styleId="Normalny1">
    <w:name w:val="Normalny1"/>
    <w:uiPriority w:val="99"/>
    <w:rsid w:val="00705187"/>
    <w:rPr>
      <w:color w:val="000000"/>
      <w:sz w:val="24"/>
      <w:szCs w:val="20"/>
      <w:lang w:val="en-US"/>
    </w:rPr>
  </w:style>
  <w:style w:type="numbering" w:customStyle="1" w:styleId="numbered">
    <w:name w:val="numbered"/>
    <w:rsid w:val="004034E5"/>
    <w:pPr>
      <w:numPr>
        <w:numId w:val="3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82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2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2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82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92</Words>
  <Characters>528</Characters>
  <Application>Microsoft Office Outlook</Application>
  <DocSecurity>0</DocSecurity>
  <Lines>0</Lines>
  <Paragraphs>0</Paragraphs>
  <ScaleCrop>false</ScaleCrop>
  <Company>Studio+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PB</dc:title>
  <dc:subject/>
  <dc:creator>Grupa Projektowa Proxima </dc:creator>
  <cp:keywords/>
  <dc:description/>
  <cp:lastModifiedBy>Kam</cp:lastModifiedBy>
  <cp:revision>3</cp:revision>
  <cp:lastPrinted>2009-08-26T13:27:00Z</cp:lastPrinted>
  <dcterms:created xsi:type="dcterms:W3CDTF">2014-12-17T06:59:00Z</dcterms:created>
  <dcterms:modified xsi:type="dcterms:W3CDTF">2014-12-17T07:06:00Z</dcterms:modified>
</cp:coreProperties>
</file>